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21"/>
        <w:gridCol w:w="4366"/>
      </w:tblGrid>
      <w:tr w:rsidR="0047728C" w:rsidRPr="00804A7E" w:rsidTr="002932CE">
        <w:trPr>
          <w:trHeight w:val="244"/>
        </w:trPr>
        <w:tc>
          <w:tcPr>
            <w:tcW w:w="1022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4428D7" w:rsidRPr="00804A7E">
              <w:rPr>
                <w:rFonts w:ascii="PT Astra Serif" w:hAnsi="PT Astra Serif"/>
                <w:sz w:val="28"/>
                <w:szCs w:val="28"/>
              </w:rPr>
              <w:t>4</w:t>
            </w:r>
          </w:p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7728C" w:rsidRPr="00804A7E" w:rsidTr="002932CE">
        <w:trPr>
          <w:trHeight w:val="789"/>
        </w:trPr>
        <w:tc>
          <w:tcPr>
            <w:tcW w:w="1022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2421AC">
              <w:rPr>
                <w:rFonts w:ascii="PT Astra Serif" w:hAnsi="PT Astra Serif"/>
                <w:sz w:val="28"/>
                <w:szCs w:val="28"/>
              </w:rPr>
              <w:t>«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Ульяновской области на 20</w:t>
            </w:r>
            <w:r w:rsidR="00AB0A57" w:rsidRPr="00804A7E">
              <w:rPr>
                <w:rFonts w:ascii="PT Astra Serif" w:hAnsi="PT Astra Serif"/>
                <w:sz w:val="28"/>
                <w:szCs w:val="28"/>
              </w:rPr>
              <w:t>2</w:t>
            </w:r>
            <w:r w:rsidR="003413A7">
              <w:rPr>
                <w:rFonts w:ascii="PT Astra Serif" w:hAnsi="PT Astra Serif"/>
                <w:sz w:val="28"/>
                <w:szCs w:val="28"/>
              </w:rPr>
              <w:t>3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  <w:p w:rsidR="0047728C" w:rsidRPr="00804A7E" w:rsidRDefault="0047728C" w:rsidP="003413A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804A7E">
              <w:rPr>
                <w:rFonts w:ascii="PT Astra Serif" w:hAnsi="PT Astra Serif"/>
                <w:sz w:val="28"/>
                <w:szCs w:val="28"/>
              </w:rPr>
              <w:br/>
              <w:t>20</w:t>
            </w:r>
            <w:r w:rsidR="008A077E" w:rsidRPr="00804A7E">
              <w:rPr>
                <w:rFonts w:ascii="PT Astra Serif" w:hAnsi="PT Astra Serif"/>
                <w:sz w:val="28"/>
                <w:szCs w:val="28"/>
              </w:rPr>
              <w:t>2</w:t>
            </w:r>
            <w:r w:rsidR="003413A7">
              <w:rPr>
                <w:rFonts w:ascii="PT Astra Serif" w:hAnsi="PT Astra Serif"/>
                <w:sz w:val="28"/>
                <w:szCs w:val="28"/>
              </w:rPr>
              <w:t>4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3413A7">
              <w:rPr>
                <w:rFonts w:ascii="PT Astra Serif" w:hAnsi="PT Astra Serif"/>
                <w:sz w:val="28"/>
                <w:szCs w:val="28"/>
              </w:rPr>
              <w:t>5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2421A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47728C" w:rsidRPr="00804A7E" w:rsidRDefault="0047728C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659A" w:rsidRPr="00804A7E" w:rsidRDefault="00D4659A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668C7" w:rsidRPr="00804A7E" w:rsidRDefault="001668C7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659A" w:rsidRPr="00804A7E" w:rsidRDefault="00D4659A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7728C" w:rsidRPr="00804A7E" w:rsidRDefault="0047728C" w:rsidP="0047728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04A7E">
        <w:rPr>
          <w:rFonts w:ascii="PT Astra Serif" w:hAnsi="PT Astra Serif"/>
          <w:b/>
          <w:bCs/>
          <w:sz w:val="28"/>
          <w:szCs w:val="28"/>
        </w:rPr>
        <w:t>Ведомственная структура</w:t>
      </w:r>
    </w:p>
    <w:p w:rsidR="0047728C" w:rsidRPr="00804A7E" w:rsidRDefault="0047728C" w:rsidP="0047728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04A7E">
        <w:rPr>
          <w:rFonts w:ascii="PT Astra Serif" w:hAnsi="PT Astra Serif"/>
          <w:b/>
          <w:bCs/>
          <w:sz w:val="28"/>
          <w:szCs w:val="28"/>
        </w:rPr>
        <w:t>расходов областного бюджета Ульяновской области</w:t>
      </w:r>
    </w:p>
    <w:p w:rsidR="0047728C" w:rsidRPr="00804A7E" w:rsidRDefault="0047728C" w:rsidP="0047728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04A7E">
        <w:rPr>
          <w:rFonts w:ascii="PT Astra Serif" w:hAnsi="PT Astra Serif"/>
          <w:b/>
          <w:bCs/>
          <w:sz w:val="28"/>
          <w:szCs w:val="28"/>
        </w:rPr>
        <w:t>на 20</w:t>
      </w:r>
      <w:r w:rsidR="00AB0A57" w:rsidRPr="00804A7E">
        <w:rPr>
          <w:rFonts w:ascii="PT Astra Serif" w:hAnsi="PT Astra Serif"/>
          <w:b/>
          <w:bCs/>
          <w:sz w:val="28"/>
          <w:szCs w:val="28"/>
        </w:rPr>
        <w:t>2</w:t>
      </w:r>
      <w:r w:rsidR="003413A7">
        <w:rPr>
          <w:rFonts w:ascii="PT Astra Serif" w:hAnsi="PT Astra Serif"/>
          <w:b/>
          <w:bCs/>
          <w:sz w:val="28"/>
          <w:szCs w:val="28"/>
        </w:rPr>
        <w:t>3</w:t>
      </w:r>
      <w:r w:rsidRPr="00804A7E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</w:t>
      </w:r>
      <w:r w:rsidR="001621DF" w:rsidRPr="00804A7E">
        <w:rPr>
          <w:rFonts w:ascii="PT Astra Serif" w:hAnsi="PT Astra Serif"/>
          <w:b/>
          <w:bCs/>
          <w:sz w:val="28"/>
          <w:szCs w:val="28"/>
        </w:rPr>
        <w:t>2</w:t>
      </w:r>
      <w:r w:rsidR="003413A7">
        <w:rPr>
          <w:rFonts w:ascii="PT Astra Serif" w:hAnsi="PT Astra Serif"/>
          <w:b/>
          <w:bCs/>
          <w:sz w:val="28"/>
          <w:szCs w:val="28"/>
        </w:rPr>
        <w:t>4</w:t>
      </w:r>
      <w:r w:rsidRPr="00804A7E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3413A7">
        <w:rPr>
          <w:rFonts w:ascii="PT Astra Serif" w:hAnsi="PT Astra Serif"/>
          <w:b/>
          <w:bCs/>
          <w:sz w:val="28"/>
          <w:szCs w:val="28"/>
        </w:rPr>
        <w:t>5</w:t>
      </w:r>
      <w:r w:rsidR="00AB0A57" w:rsidRPr="00804A7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804A7E">
        <w:rPr>
          <w:rFonts w:ascii="PT Astra Serif" w:hAnsi="PT Astra Serif"/>
          <w:b/>
          <w:bCs/>
          <w:sz w:val="28"/>
          <w:szCs w:val="28"/>
        </w:rPr>
        <w:t>годов</w:t>
      </w:r>
    </w:p>
    <w:p w:rsidR="0047728C" w:rsidRPr="00804A7E" w:rsidRDefault="0047728C" w:rsidP="0047728C">
      <w:pPr>
        <w:jc w:val="center"/>
        <w:rPr>
          <w:rFonts w:ascii="PT Astra Serif" w:hAnsi="PT Astra Serif"/>
          <w:sz w:val="28"/>
          <w:szCs w:val="28"/>
        </w:rPr>
      </w:pPr>
    </w:p>
    <w:p w:rsidR="0047728C" w:rsidRPr="00804A7E" w:rsidRDefault="0047728C" w:rsidP="0047728C">
      <w:pPr>
        <w:rPr>
          <w:rFonts w:ascii="PT Astra Serif" w:hAnsi="PT Astra Serif"/>
          <w:sz w:val="28"/>
          <w:szCs w:val="28"/>
        </w:rPr>
      </w:pPr>
      <w:bookmarkStart w:id="0" w:name="RANGE!A1:G860"/>
      <w:bookmarkEnd w:id="0"/>
    </w:p>
    <w:tbl>
      <w:tblPr>
        <w:tblW w:w="14571" w:type="dxa"/>
        <w:tblInd w:w="96" w:type="dxa"/>
        <w:tblLook w:val="04A0" w:firstRow="1" w:lastRow="0" w:firstColumn="1" w:lastColumn="0" w:noHBand="0" w:noVBand="1"/>
      </w:tblPr>
      <w:tblGrid>
        <w:gridCol w:w="4546"/>
        <w:gridCol w:w="652"/>
        <w:gridCol w:w="567"/>
        <w:gridCol w:w="567"/>
        <w:gridCol w:w="1869"/>
        <w:gridCol w:w="567"/>
        <w:gridCol w:w="1966"/>
        <w:gridCol w:w="1966"/>
        <w:gridCol w:w="1871"/>
      </w:tblGrid>
      <w:tr w:rsidR="0047728C" w:rsidRPr="00804A7E" w:rsidTr="00B70684">
        <w:tc>
          <w:tcPr>
            <w:tcW w:w="4546" w:type="dxa"/>
            <w:shd w:val="clear" w:color="auto" w:fill="auto"/>
            <w:hideMark/>
          </w:tcPr>
          <w:p w:rsidR="0047728C" w:rsidRPr="00804A7E" w:rsidRDefault="0047728C" w:rsidP="000E6F3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47728C" w:rsidRPr="00804A7E" w:rsidRDefault="0047728C" w:rsidP="0047728C">
      <w:pPr>
        <w:rPr>
          <w:rFonts w:ascii="PT Astra Serif" w:hAnsi="PT Astra Serif"/>
          <w:sz w:val="2"/>
          <w:szCs w:val="2"/>
        </w:rPr>
      </w:pPr>
    </w:p>
    <w:tbl>
      <w:tblPr>
        <w:tblW w:w="1455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636"/>
        <w:gridCol w:w="509"/>
        <w:gridCol w:w="567"/>
        <w:gridCol w:w="1843"/>
        <w:gridCol w:w="567"/>
        <w:gridCol w:w="2098"/>
        <w:gridCol w:w="2098"/>
        <w:gridCol w:w="1984"/>
      </w:tblGrid>
      <w:tr w:rsidR="00F01CC5" w:rsidRPr="00804A7E" w:rsidTr="00405A7B">
        <w:trPr>
          <w:trHeight w:val="510"/>
          <w:tblHeader/>
        </w:trPr>
        <w:tc>
          <w:tcPr>
            <w:tcW w:w="4252" w:type="dxa"/>
            <w:shd w:val="clear" w:color="auto" w:fill="auto"/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</w:tc>
        <w:tc>
          <w:tcPr>
            <w:tcW w:w="63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Мин</w:t>
            </w:r>
          </w:p>
        </w:tc>
        <w:tc>
          <w:tcPr>
            <w:tcW w:w="5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01CC5" w:rsidRPr="00804A7E" w:rsidRDefault="00F01CC5" w:rsidP="00F01CC5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1CC5" w:rsidRPr="00804A7E" w:rsidRDefault="00F01CC5" w:rsidP="00F01CC5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9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3413A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20</w:t>
            </w:r>
            <w:r w:rsidR="00AB0A57" w:rsidRPr="00804A7E">
              <w:rPr>
                <w:rFonts w:ascii="PT Astra Serif" w:hAnsi="PT Astra Serif"/>
                <w:sz w:val="28"/>
                <w:szCs w:val="28"/>
              </w:rPr>
              <w:t>2</w:t>
            </w:r>
            <w:r w:rsidR="003413A7">
              <w:rPr>
                <w:rFonts w:ascii="PT Astra Serif" w:hAnsi="PT Astra Serif"/>
                <w:sz w:val="28"/>
                <w:szCs w:val="28"/>
              </w:rPr>
              <w:t>3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09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3413A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202</w:t>
            </w:r>
            <w:r w:rsidR="003413A7">
              <w:rPr>
                <w:rFonts w:ascii="PT Astra Serif" w:hAnsi="PT Astra Serif"/>
                <w:sz w:val="28"/>
                <w:szCs w:val="28"/>
              </w:rPr>
              <w:t>4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3413A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202</w:t>
            </w:r>
            <w:r w:rsidR="003413A7">
              <w:rPr>
                <w:rFonts w:ascii="PT Astra Serif" w:hAnsi="PT Astra Serif"/>
                <w:sz w:val="28"/>
                <w:szCs w:val="28"/>
              </w:rPr>
              <w:t>5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</w:tbl>
    <w:p w:rsidR="00F01CC5" w:rsidRPr="00804A7E" w:rsidRDefault="00F01CC5" w:rsidP="001668C7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5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2"/>
        <w:gridCol w:w="636"/>
        <w:gridCol w:w="509"/>
        <w:gridCol w:w="567"/>
        <w:gridCol w:w="1843"/>
        <w:gridCol w:w="567"/>
        <w:gridCol w:w="2098"/>
        <w:gridCol w:w="2098"/>
        <w:gridCol w:w="1984"/>
      </w:tblGrid>
      <w:tr w:rsidR="00F90B89" w:rsidRPr="00804A7E" w:rsidTr="005D7454">
        <w:trPr>
          <w:trHeight w:val="20"/>
          <w:tblHeader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B89" w:rsidRPr="005D7454" w:rsidRDefault="00F90B89" w:rsidP="008D02D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5D7454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Правительство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2978019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2829703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2941834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1806551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1728607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Губернатор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Правител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Российской Федерации, высших исполнительных органов государственной власти субъе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437543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437543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высшего исполн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тельного органа Ульяновской области и его заместители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40787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40787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396756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396756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396756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395008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395008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395008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составлению (изменению) спи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ков кандидатов в присяжные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седатели федеральных судов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щей юрисдикции 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1363392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1285669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1364562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219726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219147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219147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Дом прав человека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24582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22853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Агентство социального питания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1219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Ульяновскому реги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нальному отделению Общеро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общественной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юристов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печения затрат, связанных с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тельностью Ассоциации по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действию развитию правового просвещения и оказанию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платной юридической помощи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Совет муниципальных образований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осуществлением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ориентированных видов деятельности в целях содействия развитию местного самоупра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ления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8628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8628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Ульяновской реги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нальной организации Всеросси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общественной организации ветеранов (пенсионеров) войны, труда, Вооружённых Сил и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бесплатной юр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дической помощи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автономной неко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мерческой организации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Центр стратегических исследований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Автономной неко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мерческой организации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зации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дополнительного профе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сионального образования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поративный университет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затрат, св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занных с решением задач в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облас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Противоде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коррупции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Ассоциации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риальных общественных сам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управлений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3223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3223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ному отделению Всероссийской общественной организации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географическое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 Ульяновской области по обеспечению прав потребителей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татов Государственной Думы и их помощников в избирательных округах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57047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46537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сен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торов Российской Федерации и их помощников в субъектах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финансового обеспечения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переданных органам местного самоуправления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 по организации и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печению деятельности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комиссий по делам несовершеннолетних и защите их прав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 по определению перечня должностных лиц органов мес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самоуправления, уполном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ченных составлять протоколы об отдельных административных правонарушениях, предусмо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 по проведению на 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 публичных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обществе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объединений пожарной охраны и добровольных пожа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49482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49482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49482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учреждениями, органами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42854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42964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мая 2011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наградах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витию институтов гражданского общества и поддержка социально ориентированных некоммерч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ских организаций и добровол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ческой (волонтёрской)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ское общество и государственная национальная политика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 на конкурсной осн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ве финансовой поддержки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 ориентированных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 (проектов), реализуемых социально ориентированными некоммерческими организаци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дение мероприятий,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на обеспечение развития гражданского общества и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низацию взаимодействия соста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ляющих его элементов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бюджетам поселений и горо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финансового 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чения расходных обязательств, связанных с осуществлением ежемесячных денежных выплат лицам, осуществляющим 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мочия сельских старост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81 1 05 73080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81 1 05 73080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гражданской идентичности и этнокультурного развития народов России, проживающих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лактика экстремизма на наци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нальной и религиозной почве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дарственно-общественное пар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нёрство в сфере реализации </w:t>
            </w:r>
            <w:proofErr w:type="spellStart"/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B11E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национальной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укреплению единства росси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нации и этнокультурному развитию народов России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ально-культурная адаптация и интеграция иностранных 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464987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487179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Оценка претендентов на замещение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должностей государственной гражданской службы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государственных гражданских служащих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замещению должностей государственной гражданской службы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муниципальной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ведения кадрового учёта лиц, замещающих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ственные должности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гражданских 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жащих, лиц, замещающих дол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ности, не являющиеся должн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стями гражданской службы в государственных органах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Внедрение (настройка и 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жание) автоматизированной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стемы управления в целях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печения возможности передачи сведений по вопросам формир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кадрового состава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гражданской слу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бы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предоставления професс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онального (в том числе дополн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тельного профессионального) образования лицам, замеща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щим государственные или мун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ципальные должности, должн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гражданской службы, дол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муниципальной службы в Ульяновской области, работн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кам государственных органов, лицам, замещающим должности, не являющиеся должностями муниципальной службы в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нах местного самоуправления муниципальных образований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обучению лиц, замещающих государственные должности Ульяновской области, государственных гражданских служащих (работников)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ственных органов Ульяновской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области, лиц, замещающих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и муниципальных служащих (работников) органов местного самоуправления муниципальных образований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шение имиджа гражданской и муниципальной службы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ластных конференций и конку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 по вопросам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гражданской службы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и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Губернатора Ульяновской области и иных государственных органов, в том числе проведение работ по кап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тальному ремонту администр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тивных зданий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464038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429118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486229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Учреждения по обеспечению 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464038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429118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486229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323779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323779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323779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159954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порядка, противоде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тике правонарушений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общественности в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тельность по предупреждению правонарушений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преждение и пресечение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ступлений с участием несове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шеннолетних и в отношении их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автоматизированного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граммного комплекса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Безопа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ный город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лицам, не являющимся государственными (муниципальными) учреждени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ми, в целях финансового 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чения затрат, связанных с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</w:t>
            </w:r>
            <w:r w:rsidR="00310207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направленной на повышение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щего уровня общественной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опасности, правопорядка и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опасности среды обитания на территории Ульяновской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86 1 04 62660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86 1 04 62660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мационно-методическое 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профилактики правонар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треблению наркотиками и их 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законному обороту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зационно-правовое обеспечение антинаркотической деятельн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терроризма на территории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водействие распространению идеологии терроризма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антитеррористической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мест массового пребывания людей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641248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618344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648124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Снижение адм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нистративных барьеров, оптим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и повышение качества предоставления государственных услуг исполнительными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 и мун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услуг органами мес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602097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589544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622824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сети многофункциональных центров предоставления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и муниципальных услуг и обновление их матер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ально-технической базы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текущей деятельности подведомственных учреждений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569984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598822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514737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514737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77796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83970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функционирования инфр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структуры электронного прав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Цифровое государственное управление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федерального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Цифровое государственное управление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D6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возможности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ступа пользователей в модели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одного окна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посредством 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портала государственных и муниципальных услуг (функций) к информации, </w:t>
            </w:r>
            <w:r w:rsidR="00F13A3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представленной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органами государственной 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органами местного сам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и органами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внебюджетных 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дов, а также к иной общедосту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D6 80340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D6 80340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информирования граждан и популяризация 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ровых государственных и мун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услуг, а также фун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 и сервисов, с ними связа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D6 80350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D6 80350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межведомственного электронн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взаимодействия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D6 80360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D6 80360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доступности информац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онных и телекоммуникационных технологий для физических и юридических лиц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19800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субсидии Фонду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информационных технол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гий Ульяновской области в целях финансового обеспечения затрат, связанных с реализацией 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информационных и телекомм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никационных технологий для физических и юридических лиц в Ульяновской области, а также финансового обеспечения затрат, связанных с осуществлением им уставной деятельности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из областн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бюджета Ульяновской области Автономной некоммерческой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ганизации дополнительного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гического развития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осуществлением её уставной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ятельности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мационно-</w:t>
            </w:r>
            <w:proofErr w:type="spellStart"/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телекоммуникацион</w:t>
            </w:r>
            <w:proofErr w:type="spellEnd"/>
            <w:r w:rsidR="00602002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</w:t>
            </w:r>
            <w:proofErr w:type="spellEnd"/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взаимодействия исполн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тельных органов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информационного о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щества и электронного прав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низация сетей передачи данных 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обновление программного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сфере информ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безопа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безопа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D4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информационной безопасности с использованием криптографических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D4 80370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D4 80370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Внедрение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зультатов космической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и создание региональной инфраструктуры пространстве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данных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тие информационного общества и электронного правительства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и техническое обеспеч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функционирования геои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формационной системы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Геоп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ртал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912376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883328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923278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ков и смягчение последствий чрезвычайных ситуаций приро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и техногенного характера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печение правопорядка и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жение запасов средств индив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дуальной защиты для 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обороны в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Защита населения и территории от чрезвычайных ситуаций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родного и техногенного характ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ра, пожарная безопасность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910648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881619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921569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910648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881619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921569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ков и смягчение последствий чрезвычайных ситуаций приро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и техногенного характера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печение правопорядка и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опасности жизнедеятельности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910648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881619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921569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Участие в создании региональных эл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ментов комплексной системы информирования и оповещения населения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комплексной системы эк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тренного оповещения населения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 и региональной автомат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зированной системы централиз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ванного оповещения населения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территориального страхов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фонда документации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Фина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деятельности Областного государственного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Служба гражданской защиты и пожарной безопасности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881619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921569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848690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848690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848690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47449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28611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68561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жание пожарных частей прот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вопожарной службы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тие системы обеспечения вызова экстренных оперативных служб по единому номеру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в целях финансового обеспечения затрат, связанных с созданием системы обеспечения вызова экстренных оперативных служб по единому номеру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86 3 08 62670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86 3 08 62670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ональной безопасности и прав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жету на осуществление части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реданных полномочий по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ставлению протоколов об адм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нистративных правонарушениях, посягающих на общественный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порядок и общественную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17175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12463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Снижение адм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нистративных барьеров, оптим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и повышение качества предоставления государственных услуг исполнительными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 и мун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услуг органами мес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функционирования инфр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структуры электронного прав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Поддержка региональных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в сфере информационных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04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1 04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12463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12463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условий для развития сферы внутреннего и въездного тури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туристической инфр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структуры, направленного на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результатов федерального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туристической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J1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поддержки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инициатив на создание модульных некапитальных средств размещения (кемпингов и автокемпингов)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J1 53310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J1 53310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поддержки 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зации общественных инициатив, направленных на развитие тур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стической инфраструктуры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культуры, туризма и сохр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нение объектов культурного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Агентство по туризму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предоставления професс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онального (в том числе дополн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профессионального)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образования лицам, замеща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щим государственные или мун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ципальные должности, должн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гражданской службы, дол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муниципальной службы в Ульяновской области, работн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кам государственных органов, лицам, замещающим должности, не являющиеся должностями муниципальной службы в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нах местного самоуправления муниципальных образований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обучению лиц, замещающих государственные должности Ульяновской области, государственных гражданских служащих (работников)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области, лиц, замещающих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и муниципальных служащих (работников) органов местного самоуправления муниципальных образований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грантов в форме субсидий организациям,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образовательную деятельность, в целях возмещ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затрат, связанных с обучен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ем гражданских служащих на основании государственных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сертификатов на дополнительное профессионал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84 0 03 26070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84 0 03 26070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товка управленческих кадров для организаций народного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управленческих ка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 для организаций народного хозяйства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09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09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8908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культуры, туризма и сохранение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нение и государственная охрана объектов культурного наследия (памятников истории и культуры народов Российской Федерации, расположенных на территории Ульяновской области)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в соответствии с пунктом 1 статьи 9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</w:rPr>
              <w:t>1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закона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25 июня 2002 года № 73-ФЗ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объектах культурного наследия (памятниках истории и культуры) народов Российской Федерации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сийской Федерации в отношении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объектов культурного наследия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приоритетных направл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 государственной культурной политики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Фонду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 </w:t>
            </w:r>
            <w:r w:rsidR="00CD116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культурная столица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расходов, связанных с обеспечением его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87 0 03 44180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87 0 03 44180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7049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формационного пространства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данское общество 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ственная национальная политика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молодым специалистам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227013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187813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185813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51199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в области электро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средств массовой информ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51199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гражданской идентичности и этнокультурного развития народов России, проживающих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ществляющим производство, распространение и тиражиров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социально значимых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 в сфере электронных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формационного пространства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данское общество 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ственная национальная политика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51199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приятия в сфере обеспечения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юридических лиц, осуществляющих производство и выпуск теле-, радиопрограмм, связанных с освещением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значимых событий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ственной, экономической и кул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турной жизни в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51199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продукции сетев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издания и предоставление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ступа к нему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радиокомпаний, учреждённых Правительством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42102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42102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телепрограмм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81 3 01 98711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81 3 01 98711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в области периодич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ских печатных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ское общество и государственная национальная политика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формационного пространства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данское общество 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ственная национальная политика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приятия в сфере обеспечения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юридических лиц, осуществляющих производство и выпуск номеров периодических печатных изданий, учредителем которых является Правительство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областным автоно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 учреждениям в сфере пер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одических печатных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134614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Другие вопросы в области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формационного пространства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данское общество 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ственная национальная политика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приятия в сфере информацио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творческих конку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 и тематических семинаров в сфере средств массовой инфо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353674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278009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278009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353674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278009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законод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тельных (представительных)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ганов государственной власти и представительных органов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353674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278009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353674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278009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Депутаты Законодательного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брания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47156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47156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301678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226012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226012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158763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158763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158763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67234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имущественных отношений и архитектуры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153361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132908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149852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76979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76979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76979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ное планирование развития 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риторий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12940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 деятельности в сф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 управления земельными участками, расположенными 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границах Ульяновской области, в том числе оплата судебных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ходов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проведения комплексных кадастровых работ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муниципальным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ваниям Ульяновской области в целях софинансирования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связанных с организацией выполнения 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плексных кадастровых работ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03 R5110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03 R5110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64038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исполнителя и соисполнителей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64038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тельности областного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земельно-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иму</w:t>
            </w:r>
            <w:proofErr w:type="spellEnd"/>
            <w:r w:rsidR="0060200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щественный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информационный центр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38322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42460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46694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40102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областному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ственному бюджетному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Центр государственной кадастровой оценки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21577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21577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ное планирование развития 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риторий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муниципальных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 док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ментами территориального пл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нирования и градостроительного зонирования, актуализация сх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 территориального планир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установка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граммно-аппаратных средств, подготовка и загрузка картогр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фических данных, необходимых для создания, развития, ввода в эксплуатацию и эксплуатации государственной информацио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системы обеспечения град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строительной деятельности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квалифицированных кадров в рамках реализации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кона Ульяновской области от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4 июня 2020 года № 51-ЗО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спосо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ствующих привлечению квал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фицированных работников в сфере градостроительной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органы местного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муниципальных образований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Актуализация генерального пл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 и правил землепользования и застройки муниципального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85 2 01 44450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85 2 01 44450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Жилищно-коммунальное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исполнителя и соисполнителей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46422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8516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Министерство транспорта 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10334806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9421318</w:t>
            </w:r>
            <w:r w:rsidR="000467AA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9473882</w:t>
            </w:r>
            <w:r w:rsidR="000467AA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,87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10334806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9421318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9473882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исполнителя государственной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56766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49822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406402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367139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389965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406402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367139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389965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жирского транспорта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портной системы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406402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367139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389965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приятия, направленные на 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пассажирских перевозок 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томобильным транспортом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129357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132233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автобусов (в том числе внесение первоначального взноса и оплата платежей по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говору лизинга) и ввод их в эк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плуатацию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юридическим лицам,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индивидуальным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телям в целях возмещения затрат в связи с выполнением перевозок пассажиров автомобильным транспортом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51042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51042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Оплата юридическим лицам,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дивидуальным предпринимат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лям, с которыми заключён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дарственный контракт, работ (услуг), связанных с осуществл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нием регулярных перевозок па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сажиров и багажа автомобил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 транспортом по регулиру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мым тарифам, в соответствии с требованиями, установленными государственным заказчиком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92 2 01 42330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45207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45207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92 2 01 42330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45207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45207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(городских округов)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софинанс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рования расходных обязательств, связанных с организацией рег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лярных перевозок пассажиров и багажа автомобильным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портом по регулируемым тар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фам по муниципальным маршр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92 2 01 72370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37026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59851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92 2 01 72370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37026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59851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приятия, направленные на 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пассажирских перевозок 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лезнодорожным транспортом общего пользования в пригоро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 сообщении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юридическим лицам в целях возмещения нед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полученных доходов, связанных с перевозкой пассажиров желе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нодорожным транспортом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пользования в пригородном сообщении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соответствии с соглашением о компенсации убытков, возни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ших в результате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регулирования тарифов на перевозки пассажиров железн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дорожным транспортом в приг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родном сообщении в 2011-</w:t>
            </w:r>
            <w:r w:rsidR="0060200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2014 годах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92 2 02 42360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92 2 02 42360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приятия, направленные на 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пассажирских перевозок 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душным транспортом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 воздушн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транспорта в целях возмещ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затрат в связи с выполнен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ем внутренних региональных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ревозок пассажиров воздушным транспортом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приятия, направленные на 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экологически чистого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порта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224045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174906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967755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11D95" w:rsidP="00911D9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мер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приятий, направленных</w:t>
            </w:r>
            <w:r w:rsidR="00002801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</w:t>
            </w:r>
            <w:r w:rsidR="00125AAE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</w:t>
            </w:r>
            <w:r w:rsidR="00125AAE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="00125AAE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 рынка газомоторного то</w:t>
            </w:r>
            <w:r w:rsidR="00125AAE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="00125AAE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05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172800</w:t>
            </w:r>
            <w:r w:rsidR="009253AF"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144000</w:t>
            </w:r>
            <w:r w:rsidR="009253AF"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144000</w:t>
            </w:r>
            <w:r w:rsidR="009253AF" w:rsidRPr="0096775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967755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05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172800</w:t>
            </w:r>
            <w:r w:rsidR="009253AF"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144000</w:t>
            </w:r>
            <w:r w:rsidR="009253AF"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967755" w:rsidRDefault="009F525D" w:rsidP="00911D9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144000</w:t>
            </w:r>
            <w:r w:rsidR="009253AF" w:rsidRPr="0096775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11D95" w:rsidP="00911D95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11D9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мер</w:t>
            </w:r>
            <w:r w:rsidRPr="00911D9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911D9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приятий, направленных 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 по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держку переоборудования сущ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ствующей автомобильной техн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ки, включая общественный транспорт и коммунальную </w:t>
            </w:r>
            <w:r w:rsidR="00E21A89" w:rsidRPr="00911D9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</w:t>
            </w:r>
            <w:r w:rsidR="00E21A89" w:rsidRPr="00911D9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нику, для использования пр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E21A89" w:rsidRPr="0096775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родного газа в качестве топлива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05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967755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967755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51245</w:t>
            </w:r>
            <w:r w:rsidR="009253AF"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967755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30906</w:t>
            </w:r>
            <w:r w:rsidR="009253AF" w:rsidRPr="0096775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775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30906</w:t>
            </w:r>
            <w:r w:rsidR="009253AF" w:rsidRPr="0096775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05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30906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9871638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8997412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9027151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9871638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8997412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9027151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качественные автомобильные дороги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9871638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8997412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9027151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дорожной деятельности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4061697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3955261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3570154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стемы дорожного хозяйства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2192696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2752790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2192696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2752790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Департ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мент автомобильных дорог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</w:t>
            </w:r>
            <w:r w:rsidRPr="00911D95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r w:rsidR="002421AC" w:rsidRPr="00911D9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11D9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11D9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240713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101996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101996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64938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72636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61170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66050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AD3C6B" w:rsidP="00047CAF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финансирование дорожной де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в отношении автом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бильных дорог общего пользов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регионального, межмуниц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пального или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357201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B21B2C" w:rsidP="00047CAF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</w:t>
            </w:r>
            <w:r w:rsidR="00AF745E"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F728D8"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направленные на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финансировани</w:t>
            </w:r>
            <w:r w:rsidR="00F728D8"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дорожной де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в отношении автом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бильных дорог общего пользов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регионального или </w:t>
            </w:r>
            <w:r w:rsidR="00F728D8"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ниципального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</w:t>
            </w:r>
            <w:r w:rsidR="00B21B2C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207201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51296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047CAF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51296" w:rsidRPr="00FB1BCE" w:rsidRDefault="00951296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207201,2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51296" w:rsidRPr="00FB1BCE" w:rsidRDefault="00951296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51296" w:rsidRPr="00FB1BCE" w:rsidRDefault="00951296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B2C" w:rsidRPr="00FB1BCE" w:rsidRDefault="00AF745E" w:rsidP="00047CAF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межбюджетные трансфе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 из областного бюджета Уль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г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родских округов Ульяновской области в целях финансового обеспечения дорожной деятел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в отношении автомобил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дорог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  <w:lang w:val="en-US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</w:t>
            </w:r>
            <w:r w:rsidR="00B21B2C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51296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6D3A68">
            <w:pPr>
              <w:spacing w:line="216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  <w:lang w:val="en-US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92 1 03 57842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296" w:rsidRPr="00FB1BCE" w:rsidRDefault="00951296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51296" w:rsidRPr="00FB1BCE" w:rsidRDefault="00951296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51296" w:rsidRPr="00FB1BCE" w:rsidRDefault="00951296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51296" w:rsidRPr="00FB1BCE" w:rsidRDefault="00951296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A3FFA" w:rsidP="006D3A68">
            <w:pPr>
              <w:spacing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</w:t>
            </w:r>
            <w:r w:rsidR="006D3A68">
              <w:t xml:space="preserve"> </w:t>
            </w:r>
            <w:r w:rsidR="006D3A68" w:rsidRPr="006D3A6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бюджета Ульяновской области бюджетам муниципальных образований Ульяновской области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пред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ставляемые в целях софинанс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рования ра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возника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в связи с ремонтом дворовых территорий мног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кварти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домов и социальных объе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тов, проездов к дворовым терр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ториям многоквартирных домов и социальным объектам населённых пунктов, подгото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кой проектной документации, стро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тельством, реконструкцией, капитальным ремонтом, ремо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 и содержанием (установкой дорожных знаков и нанесением горизонтальной разметки) авт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мобильных дорог общего</w:t>
            </w:r>
            <w:proofErr w:type="gramEnd"/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местного значения, м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стов и иных искусственных д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рожных сооружений на них, в том числе проектированием и строительством (реконструкц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ей) автом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бильных дорог общего пользов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местного значения с твёрдым покрытием до сельских населённых пунктов, не име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круглогодичной связи с с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тью автомобильных дорог общ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пол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зования, велосипедных дорожек и велосипедных парк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1278768</w:t>
            </w:r>
            <w:r w:rsidR="000467AA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969441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969441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AF745E" w:rsidP="006D3A68">
            <w:pPr>
              <w:spacing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из областного бюдж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 Ульяновской области бюдж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образований Ульяновской области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пред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ставляемые в целях софинанс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рования расходных обязательств, возникающих в связи с проект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рованием, строительством (р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конструкцией), капитальным р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монтом, ремонтом и содержан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велосипедных дорожек и в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лосипедных парковок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0467AA"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9253AF"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69441</w:t>
            </w:r>
            <w:r w:rsidR="009253AF" w:rsidRPr="00CE79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0467AA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69441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69441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Субсидии</w:t>
            </w:r>
            <w:r w:rsidR="00324F54" w:rsidRPr="00CE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 Ульяновской области бюдж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324F54" w:rsidRPr="00CE798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образований Ульяновской области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, пред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ставляемые в целях софинанс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рования расходных обязательств, возникающих в связи с ремонтом дворовых территорий мног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квартирных домов и социальных объектов, проездов к дворовым 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территориям многоквартирных домов и социальным </w:t>
            </w:r>
            <w:r w:rsidRPr="006D3A68">
              <w:rPr>
                <w:rFonts w:ascii="PT Astra Serif" w:hAnsi="PT Astra Serif"/>
                <w:color w:val="000000"/>
                <w:sz w:val="28"/>
                <w:szCs w:val="28"/>
              </w:rPr>
              <w:t>объектам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населённых пунктов, подгото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кой проектной документации, строительством, реконструкцией, капитальным ремонтом, ремо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том и содержанием (установкой дорожных знаков и нанесением горизонтальной разметки) авт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</w:t>
            </w:r>
            <w:proofErr w:type="gramEnd"/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зования местного значения, м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стов и иных искусственных д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рожных сооружений на них, в том числе проектированием и строительством (реконструкц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ей) автомобильных дорог общего пользования местного значения с твёрдым покрытием до сельских населённых пунктов, не име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щих круглогодичной связи с с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тью автомобильных дорог общ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E798A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1209327</w:t>
            </w:r>
            <w:r w:rsidR="000467AA"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E798A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9253AF" w:rsidRPr="00CE79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79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900000</w:t>
            </w:r>
            <w:r w:rsidR="009253AF" w:rsidRPr="00CE79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1209327</w:t>
            </w:r>
            <w:r w:rsidR="000467AA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900000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Ульяновской области 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 Ульяновской области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Доро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ная сеть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6D3A68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4465759</w:t>
            </w:r>
            <w:r w:rsidR="000467AA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3767150</w:t>
            </w:r>
            <w:r w:rsidR="000467AA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6D3A68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4181996</w:t>
            </w:r>
            <w:r w:rsidR="000467AA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,57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инфраструктуры </w:t>
            </w:r>
            <w:r w:rsidRPr="006D3A6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D3A6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рожного хозяйства, обеспечив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ющей транспортную связанность между центрами экономического роста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1096889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1096889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стояние автомобильных дорог и искусственных дорожных с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оружений в рамках реализации национального проекта 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опасные качественные дороги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3368869</w:t>
            </w:r>
            <w:r w:rsidR="000467AA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3767150</w:t>
            </w:r>
            <w:r w:rsidR="000467AA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4181996</w:t>
            </w:r>
            <w:r w:rsidR="000467AA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,57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3013869</w:t>
            </w:r>
            <w:r w:rsidR="000467AA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3412150</w:t>
            </w:r>
            <w:r w:rsidR="000467AA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3826996</w:t>
            </w:r>
            <w:r w:rsidR="000467AA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,57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355000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Ульяновской области 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Общес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стемные меры развития доро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ного хозяйства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Общесистемные меры развития дорожного хозяйства</w:t>
            </w:r>
            <w:r w:rsidR="002421AC"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1194182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1025000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роботизированных технологий организации дорожного движ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</w:t>
            </w:r>
            <w:proofErr w:type="gramStart"/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соблюдением правил дорожного движения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819182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650000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2227" w:rsidRPr="00FB1BCE" w:rsidRDefault="00B7759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B1BCE">
              <w:rPr>
                <w:rFonts w:ascii="PT Astra Serif" w:hAnsi="PT Astra Serif"/>
                <w:bCs/>
                <w:sz w:val="28"/>
                <w:szCs w:val="28"/>
              </w:rPr>
              <w:t xml:space="preserve">Внедрение автоматизированных 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и роботизированных технологий организации дорожного движ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ния и контроля за соблюдением правил дорожного движения (предоставление автономной н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коммерческой организации «Центр организации дорожного движения» субсидий из облас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ного бюджета Ульяновской о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ласти в целях финансового обе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печения её затрат в связи с ос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ществлением деятельности, направленной на повышение о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щего уровня общественной бе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з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опасности, правопорядка и бе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з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опасности среды обитания на территории Ульяновской обл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сти, в том числе посредством</w:t>
            </w:r>
            <w:proofErr w:type="gramEnd"/>
            <w:r w:rsidRPr="00FB1BCE">
              <w:rPr>
                <w:rFonts w:ascii="PT Astra Serif" w:hAnsi="PT Astra Serif"/>
                <w:bCs/>
                <w:sz w:val="28"/>
                <w:szCs w:val="28"/>
              </w:rPr>
              <w:t xml:space="preserve"> участия в решении вопросов о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р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ганизации и развития комплек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ной информационной среды, обеспечивающей прогнозиров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ние, мониторинг, предупрежд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ние и ликвидацию возможных угроз общественной безопасн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сти, а также контроль устранения последствий чрезвычайных сит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аций и правонарушений, связа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ных с повышением уровня бе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>з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t xml:space="preserve">опасности дорожного движения </w:t>
            </w:r>
            <w:r w:rsidRPr="00FB1BCE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в Ульяновской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650000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650000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FB1BCE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2227" w:rsidRPr="00FB1BCE" w:rsidRDefault="009F08B5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Финансовое обеспечение мер</w:t>
            </w:r>
            <w:r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о</w:t>
            </w:r>
            <w:r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приятий, напр</w:t>
            </w:r>
            <w:r w:rsidR="00C30091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а</w:t>
            </w:r>
            <w:r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вленных</w:t>
            </w:r>
            <w:r w:rsidR="00F728D8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 xml:space="preserve"> на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 xml:space="preserve"> вне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д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рени</w:t>
            </w:r>
            <w:r w:rsidR="00F728D8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е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 xml:space="preserve"> интеллектуальных тран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с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портных систем, предусматр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и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вающих автоматизацию проце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с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сов управления дорожным дв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и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жением в городских агломерац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и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ях, включающих города с нас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е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лением свыше 300 тысяч ч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е</w:t>
            </w:r>
            <w:r w:rsidR="00E02227" w:rsidRPr="00FB1BCE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169182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FB1BCE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FB1BCE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FB1B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139182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весог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баритного контроля на автом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дорогах регионального или межмуниципального знач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весог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баритного контроля на автом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бильных дорогах </w:t>
            </w:r>
            <w:r w:rsidRPr="009F08B5">
              <w:rPr>
                <w:rFonts w:ascii="PT Astra Serif" w:hAnsi="PT Astra Serif"/>
                <w:color w:val="000000"/>
                <w:sz w:val="28"/>
                <w:szCs w:val="28"/>
              </w:rPr>
              <w:t>регионального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или межмуниципального знач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 (ра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мещение автоматических пун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весогабаритного контроля на автомобильных дорогах реги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нального или межмуниципальн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значения Ульяновской </w:t>
            </w:r>
            <w:proofErr w:type="spellStart"/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="00333FC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весог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баритного контроля на автом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дорогах регионального или межмуниципального знач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 (вне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рение интеллектуальных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портных систем (установка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теостанции)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Безопа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 дорожного движения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ленного на достижение целей,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дорожного движения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47CAF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47CAF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Мероприятия, направленные на совершенствование организации дорожного движения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обеспечению де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тельности мировых судей </w:t>
            </w:r>
            <w:r w:rsidR="00124573"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232969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219333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219059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232969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219333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219059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113827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104949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104949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104949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104949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104949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104949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5B14AB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5B14AB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94131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мационно-</w:t>
            </w:r>
            <w:proofErr w:type="spellStart"/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телекоммуникацион</w:t>
            </w:r>
            <w:proofErr w:type="spellEnd"/>
            <w:r w:rsidR="00602002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</w:t>
            </w:r>
            <w:proofErr w:type="spellEnd"/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взаимодействия исполн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тельных органов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информационного о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щества и электронного прав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инфрастру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инфрастру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D2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 судебных учас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ках мировых судей формиров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и функционирования нео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ходимой информационно-техно</w:t>
            </w:r>
            <w:r w:rsidR="0060200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логической и телекоммуникац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онной инфраструктуры для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низации защищённого межв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домственного электронного вз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имодействия, приёма исковых заявлений, направляемых в эле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D2 55890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3 D2 55890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105506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105232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105506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105232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105506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105232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59221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59841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46205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экономического развития и промышленности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402751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293574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293540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402751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293574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293540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</w:t>
            </w:r>
            <w:r w:rsidR="00051C59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Формирование благоприятного инвестиционного климата </w:t>
            </w:r>
            <w:r w:rsidR="00051C59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климата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3319B1" w:rsidRDefault="00F728D8" w:rsidP="004914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3319B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 xml:space="preserve">Обеспечение </w:t>
            </w:r>
            <w:r w:rsidR="0049147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исполнительных</w:t>
            </w:r>
            <w:r w:rsidR="0049147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  <w:t xml:space="preserve"> </w:t>
            </w:r>
            <w:r w:rsidRPr="003319B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органов Ульяновской области статистической информацией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3319B1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319B1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3319B1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319B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3319B1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319B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3319B1" w:rsidRDefault="009F525D" w:rsidP="003319B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319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3319B1" w:rsidRDefault="009F525D" w:rsidP="003319B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319B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3319B1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319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9253AF" w:rsidRPr="003319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3319B1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319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3319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319B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3319B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69924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57305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330327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223649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223616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914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914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3319B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Внесение членского взноса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в Ассоци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цию экономического взаимоде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ствия субъектов Российской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инновац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онных регионов России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3319B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3319B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3319B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146310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104999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105465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53358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21534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тие промышленной зоны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волжье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D5178">
            <w:pPr>
              <w:spacing w:line="24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D5178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тельных акций, размещаемых при увеличении уставного кап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тала Акционерного общества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погаш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основного долга по кредиту на строительство объектов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низациям, которым в соотве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ствии с Законом Ульяновской области от 15 марта 2005 года 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ционной 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рования и развития инфрастру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туры промышленных зон,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затрат указа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по уплате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центов по кредитам, полученным на формирование и развитие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портовой особой экономич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зоны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 – резиде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портовой особой экономич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зоны, созданной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муниципального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области, в целях возмещения затрат в связи с вн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сением арендной платы, 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смотренной договорами аренды недвижимого имущества (за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ключением земельных участков), находящегося на территории указанной портовой особой эк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номической зоны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90 1 02 63140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90 1 02 63140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держка деятельности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ции, уполномоченной в сфере формирования и развития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низациям, которым в соотве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ствии с Законом Ульяновской области от 15 марта 2005 года 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ционной 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рования и развития инфрастру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туры промышленных зон,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затрат указанных организаций в связи с осуществлением мероприятий по формированию и развитию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 и функций, определённых постановлением Правительства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 от 16.08.2013 № 367-П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некот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рых вопросах деятельности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низации, уполномоченной в сф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 формирования и развития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тие индустриального парка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митровград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тельных акций, размещаемых при увеличении уставного кап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тала Акционерного общества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целях оплаты доли Акционерного общества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тале общества с ограниченной ответственностью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Димитро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градский индустриальный парк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возмещения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ществлённых обществом с огр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ниченной ответственностью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 индустр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парк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обществу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ограниченной ответственностью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 индустр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парк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90 1 06 62120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90 1 06 62120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97F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771C3">
              <w:rPr>
                <w:rFonts w:ascii="PT Astra Serif" w:hAnsi="PT Astra Serif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sz w:val="28"/>
                <w:szCs w:val="28"/>
              </w:rPr>
              <w:t>Созд</w:t>
            </w:r>
            <w:r w:rsidRPr="00C771C3">
              <w:rPr>
                <w:rFonts w:ascii="PT Astra Serif" w:hAnsi="PT Astra Serif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sz w:val="28"/>
                <w:szCs w:val="28"/>
              </w:rPr>
              <w:t>ние объектов инфраструктуры в целях реализации новых инв</w:t>
            </w:r>
            <w:r w:rsidRPr="00C771C3">
              <w:rPr>
                <w:rFonts w:ascii="PT Astra Serif" w:hAnsi="PT Astra Serif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sz w:val="28"/>
                <w:szCs w:val="28"/>
              </w:rPr>
              <w:t>стиционных проектов в соотве</w:t>
            </w:r>
            <w:r w:rsidRPr="00C771C3">
              <w:rPr>
                <w:rFonts w:ascii="PT Astra Serif" w:hAnsi="PT Astra Serif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sz w:val="28"/>
                <w:szCs w:val="28"/>
              </w:rPr>
              <w:t>ствии с постановлением Прав</w:t>
            </w:r>
            <w:r w:rsidRPr="00C771C3">
              <w:rPr>
                <w:rFonts w:ascii="PT Astra Serif" w:hAnsi="PT Astra Serif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тельства Российской Федерации от 19.10.2020 № 1704 </w:t>
            </w:r>
            <w:r w:rsidR="002421AC" w:rsidRPr="00C771C3">
              <w:rPr>
                <w:rFonts w:ascii="PT Astra Serif" w:hAnsi="PT Astra Serif"/>
                <w:sz w:val="28"/>
                <w:szCs w:val="28"/>
              </w:rPr>
              <w:t>«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Об утверждении Правил определ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е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ния новых инвестиционных пр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ектов, в </w:t>
            </w:r>
            <w:proofErr w:type="gramStart"/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целях</w:t>
            </w:r>
            <w:proofErr w:type="gramEnd"/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реализации кот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рых средства бюджета субъекта Российской Федерации, высв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о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бождаемые в результате сниж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е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ния объёма погашения задо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л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женности субъекта Российской Федерации перед Российской Федерацией по бюджетным кр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е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дитам, подлежат направлению на выполнение инженерных изы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с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каний, проектирование, экспе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р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тизу проектной документации и (или) результатов инженерных изысканий, строительство, р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е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конструкцию и ввод в эксплу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а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тацию объектов инфраструкт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у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ры, а также на подключение (технологическое присоедин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е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ние) объектов капитального строительства к сетям инжене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р</w:t>
            </w:r>
            <w:r w:rsidR="00ED797F" w:rsidRPr="00C771C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но-технического обеспечения</w:t>
            </w:r>
            <w:r w:rsidR="002421AC" w:rsidRPr="00C771C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71C3">
              <w:rPr>
                <w:rFonts w:ascii="PT Astra Serif" w:hAnsi="PT Astra Serif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71C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71C3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spacing w:val="-4"/>
                <w:sz w:val="28"/>
                <w:szCs w:val="28"/>
              </w:rPr>
              <w:t>90 1 08 00000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71C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03EA7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в собственность Ульяновской области дополн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тельных акций, размещаемых 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 увеличении уставного кап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тала акционерного общества </w:t>
            </w:r>
            <w:r w:rsidR="002421AC" w:rsidRPr="00C03EA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Портовая особая экономическая зона </w:t>
            </w:r>
            <w:r w:rsidR="002421AC" w:rsidRPr="00C03EA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Ульяновск</w:t>
            </w:r>
            <w:r w:rsidR="002421AC" w:rsidRPr="00C03EA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, в целях ф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архите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турно-строительного проектир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вания и строительства объектов капитального строительства и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дустриального парка для новых инвестиционных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03EA7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03EA7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03EA7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03EA7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03E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90 1 08 63220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03EA7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03E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03EA7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03E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03E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03EA7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03E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03E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03E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03E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90 1 08 63220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вестиционной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деятельности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климата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поддержки организациям в сфере инвестиционной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 (за исключением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ственных и муниципальных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учреждений), реализующим на территории Ульяновской области инвестиционные проекты в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сфере,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в целях возмещения 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затрат, связанных с уплатой процентов по кредитам,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ченным для финансового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печения реализации указанных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Фонду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Центр развития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но-частного партнёрства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его затрат в связи с осуществлением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в сферах развития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вания, науки, физической кул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туры и спорта, охраны здоровья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юридическим лицам </w:t>
            </w:r>
            <w:r w:rsidR="0085798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целях возмещения затрат,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ществлённых в связи с созданием (строительством), модернизац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ей и (или) реконструкцией </w:t>
            </w:r>
            <w:r w:rsidR="0085798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объектов обеспечивающей и (или) сопутствующей инфр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структур, необходимых для 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лизации инвестиционного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та, в отношении которого закл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чено соглашение о защите и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ощрении капиталовложений, а также затрат в связи с уплатой процентов по кредитам и займам, купонных платежей по облиг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ционным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займам, привлечённым на указанные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90 2 03 63230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90 2 03 63230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Технологич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ское развитие в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Формирование благоприятного инвестиционного климата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66602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59082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чение конкурентоспособности предприятий, расположенных на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софинансирования расхо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 по финансов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му обеспечению деятельности (докапитализации) </w:t>
            </w:r>
            <w:r w:rsidR="00384F07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онда 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тия промышленности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соответствии с постановлением Правительства Российской Федерации от 15.04.2014 № 328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утвержд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нии государственной программы Российской Федерации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промышленности и повыш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её конкурентоспособности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90 5 01 62430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90 5 01 62430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69B1" w:rsidRPr="000253DA" w:rsidRDefault="007269B1" w:rsidP="00C03EA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Предоставление с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убсидии в ц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е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лях </w:t>
            </w:r>
            <w:r w:rsidR="00CC0626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финансового обеспечения (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возмещения</w:t>
            </w:r>
            <w:r w:rsidR="00CC0626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)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затрат на создание, модернизацию и (или) реко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струкцию объектов инфрастру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к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туры индустриальных парков или промы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ш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ленных технопарков 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за счёт средств областного бю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д</w:t>
            </w:r>
            <w:r w:rsidRPr="000253DA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жета Ульяновской </w:t>
            </w:r>
            <w:r w:rsidRPr="00CC0626">
              <w:rPr>
                <w:rFonts w:ascii="PT Astra Serif" w:hAnsi="PT Astra Serif"/>
                <w:sz w:val="28"/>
                <w:szCs w:val="28"/>
              </w:rPr>
              <w:t>области</w:t>
            </w:r>
            <w:r w:rsidRPr="000253DA">
              <w:rPr>
                <w:rFonts w:ascii="PT Astra Serif" w:hAnsi="PT Astra Serif"/>
                <w:sz w:val="28"/>
                <w:szCs w:val="28"/>
              </w:rPr>
              <w:t xml:space="preserve"> сверх установленного уровня софина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н</w:t>
            </w:r>
            <w:r w:rsidRPr="000253DA">
              <w:rPr>
                <w:rFonts w:ascii="PT Astra Serif" w:hAnsi="PT Astra Serif"/>
                <w:sz w:val="28"/>
                <w:szCs w:val="28"/>
              </w:rPr>
              <w:t xml:space="preserve">сирования 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(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предоставление су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б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сидий управляющим компаниям в ц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е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лях приобретения, создания, модернизации и (или) реко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н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струкции и ремонта объектов промышленной и технологич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е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ской инфраструктуры промы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ш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ленных технопарков в сфере электронной промышле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н</w:t>
            </w:r>
            <w:r w:rsidRPr="000253DA">
              <w:rPr>
                <w:rFonts w:ascii="PT Astra Serif" w:hAnsi="PT Astra Serif"/>
                <w:bCs/>
                <w:sz w:val="28"/>
                <w:szCs w:val="28"/>
                <w:shd w:val="clear" w:color="auto" w:fill="FFFFFF"/>
              </w:rPr>
              <w:t>ности</w:t>
            </w:r>
            <w:r w:rsidRPr="000253DA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C03EA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C03EA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0253DA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9253AF"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0253DA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9253AF"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9253AF" w:rsidRPr="000253D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01 Z7561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росту количества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заций, осуществляющих техн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логические инновации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32486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Агентство инновацио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развития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печения её затрат в связи с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03EA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03EA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низациям, осуществляющим </w:t>
            </w:r>
            <w:r w:rsidRPr="00CC0626">
              <w:rPr>
                <w:rFonts w:ascii="PT Astra Serif" w:hAnsi="PT Astra Serif"/>
                <w:color w:val="000000"/>
                <w:sz w:val="28"/>
                <w:szCs w:val="28"/>
              </w:rPr>
              <w:t>де</w:t>
            </w:r>
            <w:r w:rsidRPr="00CC062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тельность в сфере развития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мышленности, направленную на развитие промышленного поте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циала Ульяновской области, в целях финансового обеспечения их затрат в связи с осуществл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нием данной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90 5 02 62190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производительности труда на предприятиях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на достижение целей, показ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телей и результатов федеральн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в целях достижения резул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национального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52890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2227" w:rsidRPr="000253DA" w:rsidRDefault="00E02227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 xml:space="preserve">Государственная поддержка </w:t>
            </w:r>
            <w:r w:rsidR="000253DA" w:rsidRPr="000253DA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субъектов Российской Федер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ции в целях достижения резул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татов национального проекта «Производительность труда» (предоставление субсидий авт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номной некоммерческой орган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зации «Центр компетенций ра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з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вития промышленности» в целях финансового обеспечения затрат, направленных на достижение р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зультатов национального прое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к</w:t>
            </w:r>
            <w:r w:rsidRPr="000253DA">
              <w:rPr>
                <w:rFonts w:ascii="PT Astra Serif" w:hAnsi="PT Astra Serif"/>
                <w:bCs/>
                <w:sz w:val="28"/>
                <w:szCs w:val="28"/>
              </w:rPr>
              <w:t>та «Производительность труда»)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52891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0253DA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16002</w:t>
            </w:r>
            <w:r w:rsidR="009253AF"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0253DA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15996</w:t>
            </w:r>
            <w:r w:rsidR="009253AF"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15996</w:t>
            </w:r>
            <w:r w:rsidR="009253AF" w:rsidRPr="000253D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52891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2227" w:rsidRPr="000253DA" w:rsidRDefault="00E02227" w:rsidP="007A6452">
            <w:pPr>
              <w:spacing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sz w:val="28"/>
                <w:szCs w:val="28"/>
              </w:rPr>
              <w:t>Предоставление субсидий суб</w:t>
            </w:r>
            <w:r w:rsidRPr="000253DA">
              <w:rPr>
                <w:rFonts w:ascii="PT Astra Serif" w:hAnsi="PT Astra Serif"/>
                <w:sz w:val="28"/>
                <w:szCs w:val="28"/>
              </w:rPr>
              <w:t>ъ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ектам деятельности в сфере пр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о</w:t>
            </w:r>
            <w:r w:rsidRPr="000253DA">
              <w:rPr>
                <w:rFonts w:ascii="PT Astra Serif" w:hAnsi="PT Astra Serif"/>
                <w:sz w:val="28"/>
                <w:szCs w:val="28"/>
              </w:rPr>
              <w:t xml:space="preserve">мышленности в целях </w:t>
            </w:r>
            <w:r w:rsidR="007A6452">
              <w:rPr>
                <w:rFonts w:ascii="PT Astra Serif" w:hAnsi="PT Astra Serif"/>
                <w:sz w:val="28"/>
                <w:szCs w:val="28"/>
              </w:rPr>
              <w:t>финанс</w:t>
            </w:r>
            <w:r w:rsidR="007A6452">
              <w:rPr>
                <w:rFonts w:ascii="PT Astra Serif" w:hAnsi="PT Astra Serif"/>
                <w:sz w:val="28"/>
                <w:szCs w:val="28"/>
              </w:rPr>
              <w:t>о</w:t>
            </w:r>
            <w:r w:rsidR="007A6452">
              <w:rPr>
                <w:rFonts w:ascii="PT Astra Serif" w:hAnsi="PT Astra Serif"/>
                <w:sz w:val="28"/>
                <w:szCs w:val="28"/>
              </w:rPr>
              <w:t>вого обеспечения (возмещ</w:t>
            </w:r>
            <w:r w:rsidR="007A6452">
              <w:rPr>
                <w:rFonts w:ascii="PT Astra Serif" w:hAnsi="PT Astra Serif"/>
                <w:sz w:val="28"/>
                <w:szCs w:val="28"/>
              </w:rPr>
              <w:t>е</w:t>
            </w:r>
            <w:r w:rsidR="007A6452">
              <w:rPr>
                <w:rFonts w:ascii="PT Astra Serif" w:hAnsi="PT Astra Serif"/>
                <w:sz w:val="28"/>
                <w:szCs w:val="28"/>
              </w:rPr>
              <w:t xml:space="preserve">ния) затрат на </w:t>
            </w:r>
            <w:r w:rsidRPr="000253DA">
              <w:rPr>
                <w:rFonts w:ascii="PT Astra Serif" w:hAnsi="PT Astra Serif"/>
                <w:sz w:val="28"/>
                <w:szCs w:val="28"/>
              </w:rPr>
              <w:t>реализаци</w:t>
            </w:r>
            <w:r w:rsidR="007A6452">
              <w:rPr>
                <w:rFonts w:ascii="PT Astra Serif" w:hAnsi="PT Astra Serif"/>
                <w:sz w:val="28"/>
                <w:szCs w:val="28"/>
              </w:rPr>
              <w:t>ю</w:t>
            </w:r>
            <w:r w:rsidRPr="000253DA">
              <w:rPr>
                <w:rFonts w:ascii="PT Astra Serif" w:hAnsi="PT Astra Serif"/>
                <w:sz w:val="28"/>
                <w:szCs w:val="28"/>
              </w:rPr>
              <w:t xml:space="preserve"> меропри</w:t>
            </w:r>
            <w:r w:rsidRPr="000253DA">
              <w:rPr>
                <w:rFonts w:ascii="PT Astra Serif" w:hAnsi="PT Astra Serif"/>
                <w:sz w:val="28"/>
                <w:szCs w:val="28"/>
              </w:rPr>
              <w:t>я</w:t>
            </w:r>
            <w:r w:rsidRPr="000253DA">
              <w:rPr>
                <w:rFonts w:ascii="PT Astra Serif" w:hAnsi="PT Astra Serif"/>
                <w:sz w:val="28"/>
                <w:szCs w:val="28"/>
              </w:rPr>
              <w:t>тий по переобучению, повыш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е</w:t>
            </w:r>
            <w:r w:rsidRPr="000253DA">
              <w:rPr>
                <w:rFonts w:ascii="PT Astra Serif" w:hAnsi="PT Astra Serif"/>
                <w:sz w:val="28"/>
                <w:szCs w:val="28"/>
              </w:rPr>
              <w:t xml:space="preserve">нию квалификации работников предприятий </w:t>
            </w:r>
            <w:r w:rsidR="007A6452">
              <w:rPr>
                <w:rFonts w:ascii="PT Astra Serif" w:hAnsi="PT Astra Serif"/>
                <w:sz w:val="28"/>
                <w:szCs w:val="28"/>
              </w:rPr>
              <w:t>в связи с необход</w:t>
            </w:r>
            <w:r w:rsidR="007A6452">
              <w:rPr>
                <w:rFonts w:ascii="PT Astra Serif" w:hAnsi="PT Astra Serif"/>
                <w:sz w:val="28"/>
                <w:szCs w:val="28"/>
              </w:rPr>
              <w:t>и</w:t>
            </w:r>
            <w:r w:rsidR="007A6452">
              <w:rPr>
                <w:rFonts w:ascii="PT Astra Serif" w:hAnsi="PT Astra Serif"/>
                <w:sz w:val="28"/>
                <w:szCs w:val="28"/>
              </w:rPr>
              <w:t>мостью</w:t>
            </w:r>
            <w:r w:rsidRPr="000253DA">
              <w:rPr>
                <w:rFonts w:ascii="PT Astra Serif" w:hAnsi="PT Astra Serif"/>
                <w:sz w:val="28"/>
                <w:szCs w:val="28"/>
              </w:rPr>
              <w:t xml:space="preserve"> поддержки занятости и повышения эффективности ры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н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ка труда в рамках регионального проекта «Адресная поддержка повыш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е</w:t>
            </w:r>
            <w:r w:rsidRPr="000253DA">
              <w:rPr>
                <w:rFonts w:ascii="PT Astra Serif" w:hAnsi="PT Astra Serif"/>
                <w:sz w:val="28"/>
                <w:szCs w:val="28"/>
              </w:rPr>
              <w:t>ния производительности труда на предпри</w:t>
            </w:r>
            <w:r w:rsidRPr="000253DA">
              <w:rPr>
                <w:rFonts w:ascii="PT Astra Serif" w:hAnsi="PT Astra Serif"/>
                <w:sz w:val="28"/>
                <w:szCs w:val="28"/>
              </w:rPr>
              <w:t>я</w:t>
            </w:r>
            <w:r w:rsidRPr="000253DA">
              <w:rPr>
                <w:rFonts w:ascii="PT Astra Serif" w:hAnsi="PT Astra Serif"/>
                <w:sz w:val="28"/>
                <w:szCs w:val="28"/>
              </w:rPr>
              <w:t>тиях»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7A6452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0253DA" w:rsidRDefault="009F525D" w:rsidP="007A6452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0253DA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0253DA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0253D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53D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0253D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Иные бюджетные </w:t>
            </w:r>
            <w:r w:rsidRPr="007A6452">
              <w:rPr>
                <w:rFonts w:ascii="PT Astra Serif" w:hAnsi="PT Astra Serif"/>
                <w:color w:val="000000"/>
                <w:sz w:val="28"/>
                <w:szCs w:val="28"/>
              </w:rPr>
              <w:t>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A6452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A6452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организациям,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деятельность в сфере развития лёгкой промы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ленности, в целях возмещения затрат, связанных с оплатой услуг теплоснабжения, электр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снабжения, водоснабжения и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доотведения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организациям, числе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 работников которых, отн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сящихся к лицам с ограниче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возможностями здоровья, превышает 50 процентов общей численности работников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заций, в целях возмещения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оплатой услуг теплоснабжения, электроснабж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ния, водоснабжения и водоотв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L2 62375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Формирование благоприятного инвестиционного климата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климата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23848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23848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государственных программ развития малого и среднего бизнеса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23848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15785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183016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115650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благоприятных усл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вий для осуществления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самозанятыми граждан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целей, показателей и резул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реализации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самозан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I2 55270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предоставлением комплекса информационно-консультационных и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тельных услуг физическим 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цам, не являющимся индивид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альными предпринимателями и применяющим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I2 5527С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I2 5527С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лёгкого старта и комфортного ведения бизнеса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стижение целей, показателей и результатов реализации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Предаксел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рация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27370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Налог на пр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, в субъе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тах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27370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предоставлением 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данам, желающим вести бизнес, начинающим и действующим предпринимателям комплекса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услуг, направленных на вовлеч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в предпринимательскую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тельность, а также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онно-консультационных и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услуг)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13957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13957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грантов в форме субсидий субъектам мал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и среднего предпринимател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ства, имеющим статус 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предприятия, или субъектам малого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тельства, созданным физическ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лицами в возрасте до 25 лет включительно)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I4 5527П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предпринимател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предпринимател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152946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81593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152946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81593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(предоставление субсидий Фонду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Гарантийный фонд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указанного фонда в связи с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предоставлением поручительств по обязательствам субъектов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организаций,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ющих инфраструктуру поддер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ки малого и среднего предпр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нимательства, основанным на кредитных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договорах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договорах займа, финансовой аренды (л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зинга), договорах о предоставл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нии банковской гарантии и иных договорах)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36121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13356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36121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13356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финансового обеспечения затрат центра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Ми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рокредитной компании фонду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Фонд финансирования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мышленности и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витием системы микрофинанс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рования посредством предоста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ления микрозаймов субъектам малого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тельства, а также физическим лицам, не являющимся индив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дуальными предпринимателями и применяющим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ганизациям, образующим инфр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структуру поддержки малого и среднего предпринимательства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обеспечением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тельности (развитием) реги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нального центра координации поддержки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экспортно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рованных субъектов малого и среднего предпринимательства для целей оказания информац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онно-аналитической, консульт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ционной 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организационной поддержки внешнеэкономич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деятельности субъектов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тельства, содействия привлеч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инвестиций и выходу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портно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ектов малого и среднего пре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 на междун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родные рынки)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42197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42197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(предоставление субсидий Акционерному обществу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лизацией проекта по созданию индустриального парка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Инза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обеспечения льготного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ступа субъектов малого и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предпринимательства к производственным площадям и помещениям в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создания (развития) организаций,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ществляющих производственную и (или) инновационную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(предоставление субсидий Акционерному обществу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лизацией проекта по созданию индустриального парка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мышленная зона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Заволжье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обеспечения льготного доступа субъектов малого и среднего предпринимательства к прои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водственным площадям 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щениям в целях создания (разв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тия) организаций, осуществля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 производственную и (или) инновационную деятельность)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I5 5527М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Министерство физической культуры и спорта Ульяно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1217876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1124550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962931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63119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53359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54359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профессионального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образовательных программ среднего профессионального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 и основных программ профессионального обучения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 (кураторство) педагогич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ским работникам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ций, реализующих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среднего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в том числе программы професс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обучения для лиц с ограниченными возможностями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Профессиональные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 педагогическим работникам государственных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среднего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89 1 01 80151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89 1 01 80151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ственному автономному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Спортивно-оздорови</w:t>
            </w:r>
            <w:r w:rsidR="00051C5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тельный лагерь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Сокол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массового спорта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городских округов Ульяновской области в целях финансового обеспечения расходных обяз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тельств, связанных с реализацией Закона Ульяновской области от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дельных вопросов статуса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1145861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1063715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899022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400183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338122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400183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338122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400183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338122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400183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338122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ственному автономному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спорти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сооружениями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252980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307738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245735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252980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307738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245735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ственному автономному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Волга-спорт-арена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92386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92386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146503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28503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146503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28503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массового спорта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3803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денежные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платы на приобретение жилого помещения тренерам, прибы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шим (переехавшим) в 2021-</w:t>
            </w:r>
            <w:r w:rsidR="0060200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2023 годах в отдельные населё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ные пункты, расположенные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для работы в качестве 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региональной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ственной организации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Оли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пийский совет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е</w:t>
            </w:r>
            <w:r w:rsidR="00C20111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уставной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Фонду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зической культуры и спорта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Триумф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печение затрат в целях развития физической культуры и спорта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89 0 01 61150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89 0 01 61150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программы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Всеобуч по плаванию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89 0 01 61170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89 0 01 61170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спорта высших достижений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 и имеющих выдающиеся достижения и особые заслуги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ред Российской Федерацией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89 0 02 61090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89 0 02 61090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ральный проект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Бизнес-спринт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(Я выбираю спорт)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ственной программы Российской Федерации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культуры и спорта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Закупка и монтаж оборудования для создания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умных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спорти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площадок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06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06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CD116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CD116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 жизни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132709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спортивной инфраструктуры региональной (муниципальной) собственности для занятий физ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ческой культурой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79280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79280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спортивного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рудования и инвентаря для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ведения организаций спортивной подготовки в нормативное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стояние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кале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дарного плана областных, 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дународных, всероссийских фи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культурных и спортивных 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Всероссийского фи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культурно-спортивного компле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Готов к труду и обороне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(ГТО)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66790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66790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595382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499835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515204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595382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499835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515204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спорта высших достижений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спортивных мероприятиях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обеспечение чемпионов (приз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ров) Олимпийских,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Паралимпи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ских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Сурдлимпийских игр, че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пионов мира и Европы по оли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пийским видам программ в 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 единовременной денежной выплаты на приобретение жил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помещения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89 0 02 61050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89 0 02 61050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рование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деятельности в сфере физической культуры и спорта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на реализацию комплекса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роприятий, связанных с эффе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тивным использованием трен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ровочных площадок после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ведения чемпионата мира по футболу 2018 года 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R4260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R4260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подготовки 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тивного резерва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тельности экспериментальных групп олимпийской подготовки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 базовым видам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89 0 04 61030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89 0 04 61030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 жизни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8946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спортивных организаций,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подготовку 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8946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4946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543683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467889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492258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543683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467889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492258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Центр спортивной подготовки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31570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30410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Учреждения, реализующие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 спортивной подготовки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509503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437044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460688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56956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56956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379194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400367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физ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17191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16354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развитию чел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веческого потенциала и труд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вых ресурсов Ульяновской о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537834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511904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511904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Оказание 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ствия добровольному пересел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нию в Ульяновскую область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рубежом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соотечественников,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живающих за рубежом, на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стоянное место жительства в Ульяновскую область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сопровожд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реализации мероприятий, предусмотренных региональной программой переселения, вкл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чённой в Государственную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грамму по оказанию содействия добровольному переселению в Российскую Федерацию соотеч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ственников, проживающих за рубежом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77 2 01 16000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77 2 01 16000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смотренных региональной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граммой переселения, включё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в Государственную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грамму по оказанию содействия добровольному переселению в Российскую Федерацию соотеч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ственников, проживающих за рубежом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188839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188839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188839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188839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витие трудовых ресурсов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188839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188839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тика занятости населения и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безрабо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граждан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7523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трудоустройству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ния, улучшение условий, охраны труда и здоровья на рабочем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сте, развитие социального пар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ботицы, а также создание благ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приятных условий для обеспеч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занятости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Социальные выплаты безрабо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P2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P2 52910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P2 52910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204384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181315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204384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181315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уполномоче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ному в сфере занятости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204384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181315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169953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169953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10862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318984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319133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319133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тика занятости населения и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безрабо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граждан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трудоустройству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ния, улучшение условий, охраны труда и здоровья на рабочем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сте, развитие социального пар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тика занятости населения и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безрабо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граждан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трудоустройству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ния, улучшение условий, охраны труда и здоровья на рабочем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сте, развитие социального пар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279834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279704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279704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279704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277704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277704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277704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33298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33298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тика занятости населения и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безрабо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граждан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трудоустройству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ния, улучшение условий, охраны труда и здоровья на рабочем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сте, развитие социального пар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нёрства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Социальные выплаты безрабо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31176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31176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31176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30548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искусства и культурной политики Уль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1641828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1309249</w:t>
            </w:r>
            <w:r w:rsidR="000467AA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1344392</w:t>
            </w:r>
            <w:r w:rsidR="000467AA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,42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71642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71642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71642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культуры, туризма и сохр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нение объектов культурного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71642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71642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арх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73515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73515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расходных обяз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тельств, направленных на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 переданных органам местного самоуправления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полномочий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 по хранению, комплектованию, учёту и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пользованию архивных докуме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тов, относящихся к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собственности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и находящихся на территориях муниципальных районов и городских округов Ульяновской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158470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128967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172109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59666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59666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зателей и результатов федерал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струментов, оборудования и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териалов для детских школ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кусств и училищ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культуры, туризма и сохр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нение объектов культурного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59666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59666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внешкольной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59666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59666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108370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профессионального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образовательных программ среднего профессионального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 и основных программ профессионального обучения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 (кураторство) педагогич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ским работникам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среднего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в том числе программы професс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обучения для лиц с ограниченными возможностями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треблению наркотиками и их 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законному обороту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лактика незаконного потребл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106339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культуры, туризма и сохр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нение объектов культурного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106339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106339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Профессиональные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106339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4354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94844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101985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вопросы в области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государственной, в том чи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 социальной, поддержки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1409283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1130109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1091024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1343563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1079946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1035640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Этн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укреплению единства росси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нации и этнокультурному развитию народов России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08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этнокультурному и духовному развитию народов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08 R5163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08 R5163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треблению наркотиками и их 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законному обороту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лактика незаконного потребл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1343043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1079946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1035640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низация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051C5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областных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культуры, областных государственных 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хивов, областных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дополнител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ные общеобразовательные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 в сфере искусств для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тей, областных государственных профессиональных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реализ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ющих образовательные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 среднего професси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нального образования в области искусств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316278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295435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34992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ремонтно-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реставра</w:t>
            </w:r>
            <w:proofErr w:type="spellEnd"/>
            <w:r w:rsidR="00051C5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работ на здании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авт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номного учреждения культуры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292020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278736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292020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278736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и техническое оснащение детских и кукольных театров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34992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34992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низация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051C5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муниципальных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ждений в сфере культуры и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кусства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Поддержка творческой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и укрепление материал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но-технической базы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театров в населённых пунктах с численностью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до 300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и укре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ления материально-технической базы домов культуры в населё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пунктах с числом жителей до 50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R4670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R4670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R5190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библиотек в части комплектования книжных 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 библиотек муниципальных образований и государственных общедоступных библиотек суб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ектов Российской Федерации, кроме городов Москвы и Санкт-Петербурга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зателей и результатов федерал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модельных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библиотек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учреждений кул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туры специализированным авт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транспортом для обслуживания населения, в том числе сельского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Техническое оснащение реги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нальных и муниципальных муз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зателей и результатов федерал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поддержка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A2 55190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муниципальных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ждений культуры, находящихся на территориях сельских посел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A2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A2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работников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A2 55194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A2 55194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культура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культура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A3 44240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A3 44240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культуры, туризма и сохр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нение объектов культурного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955069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724961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997573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955069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724961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997573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би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лиотек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137136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137136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музеев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351115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276372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344436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351115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276372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344436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теа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ров, концертных и других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 исполнительских иску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316248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249732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356845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316248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249732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356845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ственному бюджетному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культуры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Центр народной культуры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168465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118714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159155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168465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118714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159155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треблению наркотиками и их 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законному обороту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лактика незаконного потребл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культуры, туризма и сохр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нение объектов культурного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ственному автономному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культуры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Кинофонд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культуры, туризма и сохр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нение объектов культурного наследия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27840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государственной, в том чи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 социальной, поддержки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области в целях финансового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расходных обяз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тельств, связанных с реализацией Закона Ульяновской области от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дельных вопросов статуса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1325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1325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сёлках городского типа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Агентство записи актов гра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данского состояния Ульяно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73812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ственному бюджетному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Сервис-ЗАГС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пунктом 1 статьи 4 Федерального закона от 15 ноября 1997 года № 143-ФЗ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актах гражданского состо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состояния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70347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47650,45884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53214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11865,80116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регулированию цен и тарифов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44580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42712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42712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Центр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ниторинга деятельности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руемых организаций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15169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12782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AE4DAE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пального образования «город Ульяновск» в целях финансового обеспечения расходного обяз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тельства, связанного с устано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лением регулируемых тарифов на регулярные перевозки пасс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жиров и багажа городским наземным электрическим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портом по муниципальным маршрутам таких перевозок в границах муниципального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«город Ульяновск»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27443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22373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22373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,313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4895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,087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государственных закупок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55331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59970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59970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59970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59970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59970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28505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32003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,784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учреждениями, органами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16917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16917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14980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14980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,521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26825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27966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27966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27232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27232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здравоохран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11228362,76428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12076054,02511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12362778,92511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ганизаций системы здравоохр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нения Ульяновской области кв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кв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Повышение квалификации и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реподготовка специалистов со средним профессиональным и высшим медицинским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нием для медицинских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государственной системы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здравоохранения в Ульяновской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развития системы санаторно-курортного лечения, в том числе детей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5529821,06428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6152760,52511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6439485,42511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1603206,73465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1889730,14228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2006590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,5286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1603206,73465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1889730,14228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2006590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,5286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службы охраны здоровья матери и ребёнка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34555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проведение пренатальной (дор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довой) диагностики нарушений развития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14489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14489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реактивов и расходных материалов для проведения не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натального и аудиологического скринингов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определение генетических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морфизмов, ассоциированных с риском тромбофилии, нарушен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ем фолатного цикла и антифо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фолипидного синдрома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78 0 05 21300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и внедрение инновационных методов диагностики, профила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тики и лечения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медицинской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ятельности, связанной с доно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ством органов человека в целях трансплантации (пересадки)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78 0 08 54760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78 0 08 54760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заболеваниями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179659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179659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Оснащение оборудованием рег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ональных сосудистых центров и первичных сосудистых отдел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51920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179659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179659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51920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179659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179659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онкологическими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болеваниями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федерального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онкологическими заболеваниями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63319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63319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,794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ганизаций, оказывающих мед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цинскую помощь больным с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кологическими заболеваниями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63319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63319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,794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N3 51900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63319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63319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,794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витие детского здравоохранения, включая создание современной инфраструктуры оказания мед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цинской помощи детям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де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ского здравоохранения, включая создание современной инфр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структуры оказания медицинской помощи детям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051C5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</w:t>
            </w:r>
            <w:r w:rsidR="00E97E4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 и в</w:t>
            </w:r>
            <w:r w:rsidR="00E97E4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E97E4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полнение ремонта в </w:t>
            </w:r>
            <w:r w:rsidR="0057447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E97E4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даниях</w:t>
            </w:r>
            <w:r w:rsidR="0057447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</w:t>
            </w:r>
            <w:r w:rsidR="0057447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57447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4D427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4D427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1400847,33465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1728976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,9546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1400847,33465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1728976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,9546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дарственных 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1400847,33465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1612116,56828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1728976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,9546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588228,13721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601741,27264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648008,53179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247486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342574,34648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364801,74794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561867,63344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663520,65416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711886,37987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4250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,295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1953432,69779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2000121,40489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2059540,20815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1953432,69779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2000121,40489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2059540,20815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системы мед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цинской профилактики забол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диспансеризации государственных гражданских служащих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системы оказания медицинской помощи, в том числе первичной медико-санитарной помощи,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60200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</w:t>
            </w:r>
            <w:r w:rsidR="00177B87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 и в</w:t>
            </w:r>
            <w:r w:rsidR="00177B87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177B87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полнение ремонта в зданиях</w:t>
            </w:r>
            <w:r w:rsidR="004C604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</w:t>
            </w:r>
            <w:r w:rsidR="004C604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4C604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31065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31065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лекарственного обеспечения жителей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1293562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1255145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1255145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системы 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карственного обеспечения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дельных категорий граждан, в том числе страдающих жи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неугрожающими и хроническ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прогрессирующими редкими (орфанными) заболеваниями, приводящими к сокращению продолжительности жизни 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 или их инвалидности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детей, страдающих сахарным диабетом 1-го типа, медицинскими изделиями для непрерывного мониторинга гл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козы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78 0 09 21360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отдельных полном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чий в области лекарственного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92715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92715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92715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карственные препараты, мед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цинскими изделиями по реце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282430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282430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282430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282430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заболеваниями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Борьба с сердечно-сосудистыми заболеваниями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123409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профилактики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вития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сердечно-сосудистых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болеваний и сердечно-сосу</w:t>
            </w:r>
            <w:r w:rsidR="0060200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дистых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осложнений у пациентов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высокого риска, находящихся на диспансерном наблюдении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123409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123409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Старшее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коление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вакцинации против пневмококковой инфекции 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 старше трудоспособного возраста из групп риска, прож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вающих в организациях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P3 54680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532310,29779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677817,60815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532310,29779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677817,60815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дарственных 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532310,29779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618398,80489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677817,60815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76677,22474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81115,96745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88917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,799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21552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33970,08292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47006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,2922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432893,58905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501495,02952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539965,69195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1927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,825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98660,42011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98660,42011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98660,42011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98660,42011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дарственных 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80954,13689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88487,78403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98660,42011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23272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25407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29062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,174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3838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,517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55742,49409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60462,46903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65759,72911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183843,70058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197621,88905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183843,70058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197621,88905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результатов федерального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закупки авиацио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работ в целях оказания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N1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N1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152621,88905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152621,88905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дарственных 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152621,88905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118283,49344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138843,70058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152621,88905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Санаторно-оздоровительная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182556,97697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182556,97697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182556,97697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182556,97697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дарственных 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182556,97697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156894,75389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168849,05621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182556,97697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Заготовка, переработка, хранение и обеспечение безопасности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норской крови и её компонентов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162715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,8702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162715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,8702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162715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,8702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162715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,8702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дарственных 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162715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,8702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128351,97286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149621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162715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,8702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20513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,6952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20513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,6952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20513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,6952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20513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,6952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дарственных 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20513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,6952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17674,22914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18932,64718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20513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,6952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1426023,04562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1653174,23464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1711285,83683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106687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125187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Пени, штрафы за неуплату стр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ховых взносов на обязательное медицинское страхование нер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ботающего населения в устано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ленный срок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A02D8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02D8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="00A02D8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ластной государственной бю</w:t>
            </w:r>
            <w:r w:rsidR="00A02D8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="00A02D8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жетной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специализированной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ганизации для оказания помощи лицам, находящимся в состоянии алкогольного, наркотического или иного токсического опьян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расходов, связа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 оказанием медицинскими организациями, подведомстве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 исполнительной власти субъектов Российской Федерации, органам местного самоуправления, гражданам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гражданам Украины, гражданам Донецкой Народной Республики, гражд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нам Луганской Народной 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публики и лицам без 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медицинской помощи, а также затрат по проведению ук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занным лицам профилактических прививок, включённых в кале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дарь профилактических прив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вок по эпидемическим показан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ям, и затрат по проведению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зательного медицинского осв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детельствования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нием решений, принятых суде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1313313,84562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1521965,03464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1580076,63683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системы мед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цинской профилактики забол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Иммунопрофилактика инфекц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онных заболеваний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профилактике тубе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оказания специ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лизированной медицинской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мощи, скорой медицинской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мощи и медицинской эвакуации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80172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78458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78458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паллиативной мед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49185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29185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дупреждению и борьбе с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значимыми инфекционн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заболеваниями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30987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29273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29273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8470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03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20803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и внедрение инновационных методов диагностики, профила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тики и лечения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76276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Федерации высокотехнологи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медицинской помощи, не включённой в базовую програ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му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76276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08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76276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76276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лекарственного обеспечения жителей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расх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 на организационные 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приятия, связанные с обеспеч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нием лиц лекарственными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паратами, предназначенными для лечения больных гемофилией, муковисцидозом, гипофизарным нанизмом, болезнью Гоше, зл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качественными новообразован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ями лимфоидной, кроветворной и родственных им тканей, расс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янным склерозом, гемолитико-уремическим синдромом, юн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шеским артритом с системным началом, мукополисахаридозом I, II и VI типов, апластической анемией неуточнённой, насле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ственным дефицитом факторов II (фибриногена), VII (лабильного), X (Стюарта-Прауэра), а также после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трансплантации органов и (или) тканей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78 0 09 52160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государственных функций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сфере здравоохранения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Платежи на финансовое 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реализации территориал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альная поддержка медицинских работников государственных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служебных жилых помещений (квартир) для мед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цинских работников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медицинских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78 0 13 80110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ганизаций системы здравоохр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нения Ульяновской области кв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чение медицинских организаций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системы здравоохранения кв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Выплата ежегодной областной премии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Призвание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5208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единого цифрового контура в здравоохранении на основе единой государственной информационной системы </w:t>
            </w:r>
            <w:r w:rsidR="004F2F48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сф</w:t>
            </w:r>
            <w:r w:rsidR="004F2F48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4F2F48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здравоохранения (ЕГИСЗ)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единого цифрового контура в </w:t>
            </w:r>
            <w:r w:rsidR="00FE257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сфере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</w:t>
            </w:r>
            <w:r w:rsidR="00FE257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осн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ве единой государственной инфо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мационной системы </w:t>
            </w:r>
            <w:r w:rsidR="00752081" w:rsidRPr="0075208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сфере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здравоохранения</w:t>
            </w:r>
            <w:r w:rsidR="004F2F48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(ЕГИСЗ)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49396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54388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,9691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регионального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единого цифр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вого контура в </w:t>
            </w:r>
            <w:r w:rsidR="001868E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сфере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здрав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охранени</w:t>
            </w:r>
            <w:r w:rsidR="00E22258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основе единой </w:t>
            </w:r>
            <w:r w:rsidR="00E22258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государственной информацио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системы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 сфере здрав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(ЕГИСЗ)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N7 51140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49396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54388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,9691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N7 51140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49396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54388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,9691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первичного 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 здравоохранения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первичного звена здр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Российской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18870,03491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131951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131951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18870,03491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131951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131951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(приобр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тение автомобильного транспо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(за исключением автомобилей скорой медицинской помощи)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23251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23251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региональных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(приобр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тение медицинского оборудов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для оснащения (дооснащ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ния) медицинских организаций)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15267,65421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15267,65421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994389,03161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1090488,79054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1148600,39273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994389,03161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1090488,79054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1148600,39273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дарственных 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349F9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916921,03161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1012976,29054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1071087,89273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учреждениями, органами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273838,35439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284999,14544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309450,79826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35364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48140,00721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52597,97971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449996,20722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477097,22287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506297,77336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2739,91502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2741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,3414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Погашение кредиторской задо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женности государственных </w:t>
            </w:r>
            <w:r w:rsidR="001868E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1868E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1868E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работ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ющих в системе обязательного медицинского страхования,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тверждённой исполнительными листами и решениями налоговых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3055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по обеспечению противопожарной безопасности в </w:t>
            </w:r>
            <w:r w:rsidR="001868E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зданиях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ственных </w:t>
            </w:r>
            <w:r w:rsidR="001868E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</w:t>
            </w:r>
            <w:r w:rsidR="001868E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1868E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</w:t>
            </w:r>
            <w:r w:rsidR="0023055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63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63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обеспечению антитеррористич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защищённости </w:t>
            </w:r>
            <w:r w:rsidR="0016066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объектов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государственных </w:t>
            </w:r>
            <w:r w:rsidR="0016066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стированию </w:t>
            </w:r>
            <w:r w:rsidR="00E0275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отдельных катег</w:t>
            </w:r>
            <w:r w:rsidR="00E0275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E0275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рий лиц, проживающих на те</w:t>
            </w:r>
            <w:r w:rsidR="00E0275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E0275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ритории Ульяновской области,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 новую коронавирусную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фекцию (COVID-19)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2114Ч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15 Федерального закона от 21 ноября 2011 года № 323-ФЗ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основах охраны здоровья граждан 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Федерации в сфере охраны зд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712CA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712C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76070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71256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71256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71256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4754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27FBC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27FB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6021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порядка, противоде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тике правонарушений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Сокр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щение объёмов потребления населением алкогольной проду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треблению наркотиками и их 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законному обороту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правопорядка и безопасности жизнедеятельности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5921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лактика незаконного потребл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Меры по совершенствованию системы лечения, социальной адаптации и реабилитации наркопотребит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5021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5021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5692541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5918293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5918293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5685541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5911293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5685541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5911293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5911293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государственных функций в сфере здравоохранения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5565393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5789073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Страховые взносы на обязател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ное медицинское страхование неработающего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5565393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5789073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78 0 11 21280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5565393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5789073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5789073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альная поддержка медицинских работников государственных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компенсацио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ные выплаты медицинским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ботникам (врачам, фельдшерам, а также акушеркам и медици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ским сёстрам фельдшерских и фельдшерско-акушерских пун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тов), прибывшим (переехавшим) на работу в сельские населённые пункты, либо рабочие посёлки, либо посёлки городского типа, либо города с населением до </w:t>
            </w:r>
            <w:r w:rsidR="0060200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13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ганизаций системы здравоохр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нения Ульяновской области кв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кв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Выплата стипендий студентам, интернам и ординаторам, обуч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ющимся по договорам о целевом обучении в образовательных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высшего образования по специальностям высшего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укрупнённой группы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 и медици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ские науки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сельских населённых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пунктах, рабочих посёлках и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сёлках городского типа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ганизаций системы здравоохр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нения Ульяновской области кв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чение медицинских организаций системы здравоохранения кв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лифицированными кадрами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единовременных компенсационных выплат на приобретение жилья фельдшерам и медицинским сёстрам фель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шерских здравпунктов и фель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шерско-акушерских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N5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семейной, дем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графической политики и соц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ального благополучия Уль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17399632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18082889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18040130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652561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695284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645498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652561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695284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645498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652561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695284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645498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35960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социального обсл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35960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60200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организаций системы 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защиты и социального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антитеррористической защищё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подведомственных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Внедрение цифровых решений и современных технологий в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тельность государственных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ганизаций системы социальной защиты и социального обслуж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29662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29662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Мероприятия по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пожарной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D07AFD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населения на территории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609537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661831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609537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подведо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организаций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609537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661831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609537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уполномоче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ному в сфере социального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служивания и социальной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609537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661831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609537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учреждениями, органами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565775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617912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565488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41600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41773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41919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16747071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17387604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17394632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176918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176918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176918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отдельным категориям граждан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176918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Доплаты к пенсиям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гражданских служ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151918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176918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143269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174694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2259575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2394216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2344130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2259575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2394216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2344130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186825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189142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171380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социального обсл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системы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 и социального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8591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11422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антитеррористической защищё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подведомственных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пожарной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держка социально ориентир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ванных организаций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82057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юридическим лицам, не являющимся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(муниципальными)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ждениями, индивидуальным предпринимателям, оказыва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щим услуги в области 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социальной реаб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литации и ресоциализации лиц, потребляющих наркотические средства и психотропные вещ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в немедицинских целях,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Старшее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коление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60439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65771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системы долговреме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ухода за гражданами пож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лого возраста и инвалидами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60439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65771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60439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65771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населения на территории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2205073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2172750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подведо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организаций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2205073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2172750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уполномоче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ному в сфере социального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служивания и социальной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2205073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2172750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525015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623690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591366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108509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108509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108509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1435051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1468700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1468700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4173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6821087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6949936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7293604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12 января 1995 года № 5-ФЗ </w:t>
            </w:r>
            <w:r w:rsidR="00BF33C9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от 7 мая 2008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714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войны 1941-1945 годов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6819454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6948230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7291898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6817159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6945800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7289468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отдельным категориям граждан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5722527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5783840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6067436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гражданам 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сидий на оплату жилого пом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щения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291117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294307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344307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5355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285901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288951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338951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риям граждан расходов по опл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 жилых помещений и комм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118083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140146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116364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118364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138364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адресной матер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помощи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303676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вопросов, связанных с оказанием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помощи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35418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35372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ремонт проте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но-ортопедических изделий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26962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26962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1384034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1507991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1575033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29604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1355819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1478386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1545428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давшими от политических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19767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от 9 января 2008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звании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Ветеран труда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1147392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1235544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1325276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25423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1122974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1210120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1299852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Выплата социального пособия на погребение и возмещение расх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 по гарантированному пере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ню услуг по погребению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5 июля 2013 года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112-ЗО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дополнительных мерах социальной поддержки, предоставляемых супругам,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тям и родителям лиц, замеща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ших государственные должности Ульяновской области, должности государственной гражданской службы Ульяновской области или должности в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органах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не являющиеся должност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государственной гражданской службы Ульяновской области, и погибших при исполнении должностных (трудовых)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занностей или умерших всле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ранения, контузии, забол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увечья, полученных при исполнении должностных (трудовых) обязанностей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педагогическим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ботникам, работающим и (или) проживающим в сельских нас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пунктах, рабочих посё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ках (посёлках городского типа)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340294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347024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6791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333483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340233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340233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Компенсационные выплаты за проезд на садово-дачные масс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 для социально незащищённой категории 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24054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23669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военнослужащим,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трудникам правоохранительных органов и членам их семей, а также членам семей военносл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жащих, лиц, проходящих службу в войсках национальной гвардии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4 ноября 2003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056-ЗО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держке инвалидов боевых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ствий, проживающих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держке родителей и супругов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еннослужащих, прокурорских работников, сотрудников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 внутренних дел, Федерал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службы безопасности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органов уголовно-исполнительной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стемы Министерства юстиции Российской Федерации, поги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ших при исполнении обязанн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стей военной службы, служе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3 октября 2014 года № 147-ЗО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ятельности народных дружин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45546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44720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и социального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служивания лицам, страдающим психическими расстройствами, находящимся в трудной жизне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17107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8 октября 2008 года № 150-ЗО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Единовременная выплата за вред, причинённый при оказании противотуберкулёзной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равной доступн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услуг общественного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порта на территории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для отдельных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тегорий граждан, оказание мер социальной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которым относится к ведению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115444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115444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11294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11129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9 ноября 2010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177-ЗО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мерах социальной поддержки инвалидов и участн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ков Великой Отечественной 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ны, ветеранов боевых действий, бывших несовершеннолетних узников концлагерей, гетто и других мест принудительного содержания, созданных фаш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стами и их союзниками в период второй мировой войны,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13394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Выплата компенсации в случае фактического увеличения разм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 вносимой гражданами платы за коммунальные услуги,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вышающего предельные (макс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мальные) индексы изменения размера вносимой гражданами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платы за коммунальные услуги в муниципальных образованиях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4 апреля 2011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47-ЗО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держке жён граждан, уволенных с военной службы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2625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2594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исполнения 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мочий по предоставлению еж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месячной денежной компенсации на оплату жилого помещения и (или) коммунальных услуг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45456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45456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гражданским служащим Ульяновской области единовр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менной социальной выплаты на приобретение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особенностях правового положения граждан, родившихся в период с 1 января 1927 года по 31 декабря 1945 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77402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75367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дополнительных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рах социальной поддержки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ботников противопожарной службы Ульяновской области, профессиональных аварийно-спасательных служб и професс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ональных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аварийно-спасатель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формирований Ульяновской области и лиц из их числа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1 июля 2016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87-ЗО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предоставлении в 2016-2023 годах детям-сиротам и детям, оставшимся без попеч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родителей, а также отдел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 категориям лиц из их числа, являющимся собственниками жилых помещений в многоква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тирных домах, расположенных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ласти, ежемесячной компенсации расходов на уплату взноса на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питальный ремонт общего 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щества в таких многоквартирных домах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12 января 1995 года № 5-ФЗ </w:t>
            </w:r>
            <w:r w:rsidR="00D03E0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2481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2481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24 ноября 1995 года № 181-ФЗ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защите инвал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 в Российской Федерации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25504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25504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переданного полномочия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по осуществлению ежего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денежной выплаты лицам, награждённым нагрудным зн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Почётный донор России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132035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137318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135328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135328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Выплата государственного 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новременного пособия и ежем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сячной денежной компенсации гражданам при возникновении поствакцинальных осложнений 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соответствии с Федеральным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коном от 17 сентября 1998 года № 157-ФЗ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иммунопроф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лактике инфекционных боле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820409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806409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806409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сёлках городского типа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обществе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объединений пожарной охраны и добровольных пожа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30 января 2006 года № 05-ЗО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пожарной безопа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мая 2011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наградах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19866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онных гарантий реализации их прав и свобод и о внесении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менений в отдельные законод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тельные акты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в целях создания условий для повышения престижа и привл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службы по призыву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32347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32252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помощи на основании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циального контракта отдельным 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480813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493722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467255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11081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482763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456174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семьям с детьми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1094631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1161959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1222032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263386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279774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309774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259102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275326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305326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90198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97913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1125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96788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96788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2006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51-ЗО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держке детей военнослужащих, прокурорских работников,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трудников органов внутренних дел, Федеральной службы </w:t>
            </w:r>
            <w:proofErr w:type="spellStart"/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D03E0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ции, органов уголовно-исполни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тельной системы Министерства юстиции Российской Федерации и органов Министерства Росси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Федерации по делам 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данской обороны, чрезвычайным ситуациям и ликвидации после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ствий стихийных бедствий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дополнительных мерах социальной поддержки семей, имеющих детей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217407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217407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Выплата ежегодной премии 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бернатора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гориям граждан, получивших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мельный участок в собстве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 бесплатно, единовреме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социальных выплат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6 мая 2013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68-ЗО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дов, имеющих детей, дополн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тельной меры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в сфере оплаты жилых помещений частного жилищного фонда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ставлением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новорождённых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C20111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подарочными комплектами детских принадлежностей для новорождённого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54993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Единовременная денежная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плата в связи с рождением пе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вого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денежной выплаты взамен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мельного участка гражданам, имеющим трёх и более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181-ЗО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40315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40298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№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180-ЗО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143823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151776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151776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143739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151684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населения на территории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подведо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организаций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сёлках городского типа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7352296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7703511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7408409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7352296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7703511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7408409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7088292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7419466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7148100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семьям с детьми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4256220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4204605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Фонда пе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сионного и социального страх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вания Российской Федерации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 осуществление ежемесячной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нежной выплаты на ребёнка в возрасте от восьми до семнадц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 лет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1133011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1245829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1112960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80 1 02 31440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1133011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1245829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1112960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ции в соответствии с пунктом 3 статьи 25 Федерального закона от 24 июня 1999 года № 120-ФЗ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основах системы профила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тики безнадзорности и правон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рушений несовершеннолетних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рации по осуществлению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тельности, связанной с перево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кой между субъектами Росси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а также в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делах территорий государств 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Содружества Нез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висимых Государств несове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шеннолетних, самовольно ушедших из семей, организаций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детей-сирот и детей, оста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Осуществление ежемесячных выплат на детей в возрасте от 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 до 7 лет включительно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3106068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3209484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3074504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55963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54666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54666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R3020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3050104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3154817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3019838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нежной выплаты, назначаемой в случае рождения третьего ребё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 или последующих детей до достижения ребёнком возраста трёх лет</w:t>
            </w:r>
            <w:r w:rsidR="00C20111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 счёт средств облас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 сверх установленного уровня софинансирования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02 Z0840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детям-сиротам, лицам из их числа, гражданам, принявшим на воспитание детей-сирот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902450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936006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973594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от 31 августа 2012 года № 112-ЗО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оставшихся без попечения родителей, на 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родителей, обучающимся в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образовательных организациях, находящихся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10169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10169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Ремонт жилых помещений,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надлежащих детям-сиротам и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тям, оставшимся без попечения родителей, а также лицам из чи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 детей-сирот и детей, оста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шихся без попечения родителей, на праве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держки в сфере гарантий права детей-сирот и детей, оставшихся без попечения родителей, а 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 лиц из числа детей-сирот и детей, оставшихся без попечения родителей, на медицинское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социальной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 лиц из числа детей-сирот и детей, оставшихся без попечения родителей, на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3480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3480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полномочий Ульяновской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области, связанных с осущест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ежемесячной денежной выплаты на обеспечение проезда детей-сирот и детей, оставшихся без попечения родителей, а 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 лиц из числа детей-сирот и детей, оставшихся без попечения родителей, обучающихся в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образовательных организациях, на городском, пригородном, в сельской местн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на внутрирайонном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области, связанных с осущест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ежемесячной выплаты на содержание ребёнка в семье оп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куна (попечителя) и приёмной семье, а также по осуществл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нию выплаты вознаграждения, причитающегося приёмному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828893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859565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893946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828893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859565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893946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области, связанных с осущест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лением опеки и попечительства в отношении несовершеннолетних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32985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80 1 03 71060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32985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поддержка семей при рождении детей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поддержка семей при рождении детей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Р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1929621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2011005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1969900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нежной выплаты, назначаемой в случае рождения третьего ребё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 или последующих детей до достижения ребёнком возраста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Р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50840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979293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1022648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981543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Р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50840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979293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1022648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981543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Р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55730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950328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988357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988357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Р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55730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950328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988357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988357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9383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социального обсл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9383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254D3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организаций системы 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защиты и социального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антитеррористической защищё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подведомственных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по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пожарной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936D21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населения на территории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250926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подведо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организаций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250926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уполномоче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ному в сфере социального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служивания и социальной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250926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272839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250926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214940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193027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54801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54801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54801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1296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168755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188021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171568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из областного бюджета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="0056646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ового обеспечения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печением функционирования Центра активного долголетия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167755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188021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171568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28522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доступности приорите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 и услуг в приор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тетных сферах жизнедеятельн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инвалидов и других малом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бильных групп населения в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18322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 информационных, просветительских и обществе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Мероприятия по повышению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уровня доступности приорите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 социальной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населения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социального обсл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Внедрение системы долговр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менного ухода за гражданами пожилого возраста и инвалидами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из областного бюджета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расходных обязательств, связанных с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обретением автомобилей для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ганизации и осуществления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роприятий по работе с семьями, имеющих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80 2 02 74310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80 2 02 74310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нию и повышению энергетич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держка социально ориентир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ванных организаций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областной организации Общероссийской общественной организации инвалидов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Всеро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сийское ордена Трудового Кра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Знамени общество слепых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80 2 03 17100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населения на территории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143045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органа Ульяновской области и его территориального управления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141045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141045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r w:rsidR="00C20111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61019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59187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80025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79111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79111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79111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814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чение деятельности подведо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организаций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единовременн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денежного поощрения приз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рам регионального этапа Всеро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сийского конкурса професси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нального мастерства в сфере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80 3 02 17011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жилищно-коммунального хозяйства и строительства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10693187,31072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6406402,47489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4034912,37489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2015789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программ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404433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752416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1611356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1611356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1611356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объектов инфраструктуры 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реализации проекта по строительству объектов инфр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структуры индустриальных (промышленных) парков,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мышленных технопарков,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бых экономических зон,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торий опережающего развития, инновационных научно-технологических центров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1611356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Проектирование, строительство и подключение (технологическое присоединение) объектов кап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тального строительства и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инфраструктуры к сетям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женерно-технического обеспеч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(электр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о-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газо-, тепло-,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доснабжения или водоотведения)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1611356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90 1 05 98100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1611356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Жилищно-коммунальное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2806669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2165306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2384827,09807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931785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437567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258585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336067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переселению граждан из авари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жилищного фонда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258585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336067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258585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336067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906785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906785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жилищного строительства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виде имущественного взноса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в имущество публично-правовой компании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Фонд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территорий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областного бюджета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застройщикам </w:t>
            </w:r>
            <w:r w:rsidR="00CD116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инвесторам в целях возмещения затрат, связанных с выполнением работ по завершению 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ства и вводу в эксплуатацию многоквартирных домов, стро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тельство которых осуществляе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ся (осуществлялось) с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привле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чением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денежных средств 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дан </w:t>
            </w:r>
            <w:r w:rsidR="00CD116E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ительства таких многокварти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домов и которые в соотве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ствии с Федеральным законом от 30.12.2004 № 214-ФЗ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уч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стии в долевом строительстве многоквартирных домов и иных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недвижимости и о вн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сении изменений в некоторые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конодательные акты Российской Федерации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признаны пробле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объектами, расположе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стоимости стро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тельных ресурсов на территории Ульяновской области для 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мирования конъюнктурного 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лиза текущих цен в соответствии со сводной номенклатурой цен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образующих строительных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сурсов, утверждённой приказом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Министерства строительства и жилищно-коммунального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Российской Федерации от 30.08.2019 № 500/</w:t>
            </w:r>
            <w:proofErr w:type="spellStart"/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форм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сводной номенклатуры ценообразующих строительных ресурсов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проверки соо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ветствия видов, сроков, в том числе отдельных объёмов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полненных работ, связанных с завершением строительства и вводом в эксплуатацию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блемных объектов, расположе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на территории Ульяновской области, детальному плану-графику строительства пробле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85 1 01 40600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 в целях софинансиров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св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занных со сносом аварийных расселённых многоквартирных домов, расположенных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</w:t>
            </w:r>
            <w:r w:rsidR="00AE3D3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ях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муниципальных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85 1 01 70470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85 1 01 70470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устойчивого сокращения непригодного для проживания жилищного фонда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зателей и результатов федерал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устойчивого сокращения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годного для проживания жили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фонда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298285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переселению граждан из авари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F3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298285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F3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298285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77360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77360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Обращение с твёрдыми коммунальными отх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254D3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энергетической эффективности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77360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стройство мест (площадок) накопления твёрдых коммунал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отходов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77360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Корректировка территориальной схемы обращения с отходами и электронной модели территор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схемы обращения с отх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83 6 01 29130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83 6 01 29130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образований Ульяновской области в целях софинансирования 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расходных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обязательств, связанных с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стройством мест (площадок) накопления твёрдых коммунал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отходов, в том числе для раздельного накопления твёрдых коммунальных отходов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83 6 01 70070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58090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83 6 01 70070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58090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образований Ульяновской области в целях софинансирования расходных обязательств, связанных с 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зацией мероприятий,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на приобретение контейн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 (бункеров) для накопления твёрдых коммунальных отходов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83 6 01 70080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83 6 01 70080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19270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648496,72887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495336,43067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544241,95567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комфортной городской среды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648496,72887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495336,43067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544241,95567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дение мероприятий в целях 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гоустройства территорий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ям в целях возмещения затрат, связанных с выполнением работ и оказанием услуг, необходимых для осуществления функций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центра компетенций по вопросам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98 0 04 40350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98 0 04 40350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поселений и городских округов Ульяновской области в целях софинансиров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возникающих в связи с развит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ем территориальных обществе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самоуправлений, распол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женных в границах поселений и городских округов Ульяновской области, в части мероприятий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поселений и городских округов Ульяновской области в целях софинансиров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возникающих в связи с благ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устройством дворовых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рий, территорий общего польз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территорий объектов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циальной инфраструктуры, в том числе погашением кредиторской задолженности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бюджетам городских округов Ульяновской области, участвующих в реализации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лотного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проекта по цифровиз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городского хозяйства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ный город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 целях софинанс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рования расходных обязательств, связанных с внедрением перед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вых цифровых и инженерных решений, организационно-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методических подходов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прав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вых моделей, применяемых для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цифрового преобразования в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 городского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98 0 04 73220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нение восстановительных работ на территориях воинских зах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ронений и нанесение сведений о воинских званиях, именах и ин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циалах погибших при защите Отечества на мемориальные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оружения, установленные в гр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ницах воинских захоронений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поселений и городских округов Ульяновской области в целях софинансиров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св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меропри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тий по выполнению восстанов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тельных работ на территориях воинских захоронений и нанес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нию сведений о воинских зван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ях, именах и инициалах поги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ших при защите Отечества на мемориальные сооружения, установленные в границах вои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ских захоронений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05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05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родской среды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фортной городской среды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539347,62887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365941,85567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365941,85567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комфортной городской среды в малых городах и истор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ческих поселениях 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победит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Всероссийского конкурса лучших проектов создания 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фортной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программ формир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329347,62887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365941,85567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365941,85567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329347,62887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365941,85567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365941,85567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1221154,07113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1209885,24433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1325657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,2424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жетных трансфертов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пальному образованию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город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организацию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доснабжения и водоотведения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DF19E4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</w:t>
            </w:r>
            <w:r w:rsidR="00AE3D3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связанных с установл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нием нормативов потребления населением твёрдого топлива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из областного бюджета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бюджету мун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ципального образования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город Димитровград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расходных обязательств, связанных с созд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нием в городе Димитровграде</w:t>
            </w:r>
            <w:r w:rsidR="0048398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общественного кладбища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ства и повышение энергетич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893898,07113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1022035,73433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1204072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,3424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540988,30387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502443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664315,89807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водоснабжения и водоо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ведения в населённых пунктах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370055,43987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342848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600211,45889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69B1" w:rsidRPr="002B695B" w:rsidRDefault="007269B1" w:rsidP="009A69B4">
            <w:pPr>
              <w:spacing w:line="223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Предоставление субсидий из о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б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ластного бюджета Ульяновской области областным госуда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р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ственным каз</w:t>
            </w:r>
            <w:r w:rsidR="009A69B4"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ё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нным предприят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ям Ульяновской области в целях возмещения затрат, связанных с деятельностью по выполнению работ и оказанию услуг в сфере водосн</w:t>
            </w:r>
            <w:r w:rsidR="00BF5D4A"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99000</w:t>
            </w:r>
            <w:r w:rsidR="009253AF"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199000</w:t>
            </w:r>
            <w:r w:rsidR="009253AF"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pacing w:val="-10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pacing w:val="-10"/>
                <w:sz w:val="28"/>
                <w:szCs w:val="28"/>
              </w:rPr>
              <w:t>299211,45889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299211,45889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казённым предприятиям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возмещения вып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дающих доходов в связи с уст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новлением льготных тарифов на питьевую воду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(питьевое вод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снабжение) и (или) водоотвед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ние, реализуемое населению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образований Ульяновской области в целях софинансирования расходных обязательств, связанных с 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зацией мероприятий</w:t>
            </w:r>
            <w:r w:rsidR="00AE3D3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на строительство, реко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струкцию, ремонт объектов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доснабжения и водоотведения, подготовку проектной докуме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тации, включая погашение кр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диторской задолженности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270055,43987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142848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270055,43987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142848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федерального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170932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159594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64104,43918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(модернизация) объектов пить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вого водоснабжения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170932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159594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64104,43918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170932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159594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64104,43918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Газификация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населённых пунктов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254D3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энергетической эффективности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89026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газоснабжения в населё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пунктах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24178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D4A" w:rsidRPr="002B695B" w:rsidRDefault="00BF5D4A" w:rsidP="009A69B4">
            <w:pPr>
              <w:spacing w:line="223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Субсидии из областного бюдж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е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та Ульяновской области пред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о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ставляемые областным госуда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р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ственным каз</w:t>
            </w:r>
            <w:r w:rsidR="00D566FE"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ё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нным предприят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и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ям Ульяновской области в целях возмещения затрат в связи с в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ы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полнением работ и оказанием услуг в сфере газификации и г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а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зоснабжения Ульяновской обл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а</w:t>
            </w: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83 2 01 29150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29067</w:t>
            </w:r>
            <w:r w:rsidR="009253AF"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2B695B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24178</w:t>
            </w:r>
            <w:r w:rsidR="009253AF" w:rsidRPr="002B695B"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 w:themeColor="text1"/>
                <w:spacing w:val="-10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 w:themeColor="text1"/>
                <w:spacing w:val="-10"/>
                <w:sz w:val="28"/>
                <w:szCs w:val="28"/>
              </w:rPr>
              <w:t>24178</w:t>
            </w:r>
            <w:r w:rsidR="009253AF" w:rsidRPr="002B695B">
              <w:rPr>
                <w:rFonts w:ascii="PT Astra Serif" w:hAnsi="PT Astra Serif"/>
                <w:color w:val="000000" w:themeColor="text1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83 2 01 29150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24178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населения Ульяновской области сжиженным углевод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родным газом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64848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газораспредел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тельным организациям, индив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дуальным предпринимателям субсидий из областного бюджета Ульяновской области в целях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возмещения недополученных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ходов в связи с реализацией населению Ульяновской области сжиженного углеводородного 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 для бытовых нужд по подл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жащим регулированию ценам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83 2 02 29190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64848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83 2 02 29190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64848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 образованиям Ульяновской области в подг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товке и прохождении отопител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сезонов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энергетической эффективности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теплоснабжения в нас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пунктах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областным </w:t>
            </w:r>
            <w:proofErr w:type="spellStart"/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сударственным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казённым пре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приятиям субсидий в целях 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мещения затрат, связанных с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полнением работ и оказанием услуг в сфере теплоснабжения (в том числе затрат, связанных с погашением кредиторской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долженности), а также затрат,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связанных с реализацией 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обеспечению ант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террористической защищённости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выпадающих дох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 в связи с установлением льготных тарифов на тепловую энергию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горячее водоснабжение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D566FE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695B">
              <w:rPr>
                <w:rFonts w:ascii="PT Astra Serif" w:hAnsi="PT Astra Serif"/>
                <w:sz w:val="28"/>
                <w:szCs w:val="28"/>
              </w:rPr>
              <w:t>Субсидии из областного бюдж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е</w:t>
            </w:r>
            <w:r w:rsidRPr="002B695B">
              <w:rPr>
                <w:rFonts w:ascii="PT Astra Serif" w:hAnsi="PT Astra Serif"/>
                <w:sz w:val="28"/>
                <w:szCs w:val="28"/>
              </w:rPr>
              <w:t>та Ульяновской области муниц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и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пальным образованиям Ульяно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в</w:t>
            </w:r>
            <w:r w:rsidRPr="002B695B">
              <w:rPr>
                <w:rFonts w:ascii="PT Astra Serif" w:hAnsi="PT Astra Serif"/>
                <w:sz w:val="28"/>
                <w:szCs w:val="28"/>
              </w:rPr>
              <w:t>ской области в целях софинанс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и</w:t>
            </w:r>
            <w:r w:rsidRPr="002B695B">
              <w:rPr>
                <w:rFonts w:ascii="PT Astra Serif" w:hAnsi="PT Astra Serif"/>
                <w:sz w:val="28"/>
                <w:szCs w:val="28"/>
              </w:rPr>
              <w:t>рования расходных обязательств, возникающих в связи с погаш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е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нием задолженности теплосна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б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жающих организаций в муниц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и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пальных образованиях Ульяно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в</w:t>
            </w:r>
            <w:r w:rsidRPr="002B695B">
              <w:rPr>
                <w:rFonts w:ascii="PT Astra Serif" w:hAnsi="PT Astra Serif"/>
                <w:sz w:val="28"/>
                <w:szCs w:val="28"/>
              </w:rPr>
              <w:t>ской области по оплате потре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б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лённого природного газа, св</w:t>
            </w:r>
            <w:r w:rsidRPr="002B695B">
              <w:rPr>
                <w:rFonts w:ascii="PT Astra Serif" w:hAnsi="PT Astra Serif"/>
                <w:sz w:val="28"/>
                <w:szCs w:val="28"/>
              </w:rPr>
              <w:t>я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занной с осуществлением рег</w:t>
            </w:r>
            <w:r w:rsidRPr="002B695B">
              <w:rPr>
                <w:rFonts w:ascii="PT Astra Serif" w:hAnsi="PT Astra Serif"/>
                <w:sz w:val="28"/>
                <w:szCs w:val="28"/>
              </w:rPr>
              <w:t>у</w:t>
            </w:r>
            <w:r w:rsidRPr="002B695B">
              <w:rPr>
                <w:rFonts w:ascii="PT Astra Serif" w:hAnsi="PT Astra Serif"/>
                <w:sz w:val="28"/>
                <w:szCs w:val="28"/>
              </w:rPr>
              <w:t>лируемых видов деятельности в сфере теплоснабжения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2B695B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2B695B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2B69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2B695B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9253AF" w:rsidRPr="002B69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695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9253AF" w:rsidRPr="002B695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бюджета Ульяновской области муниципальным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ваниям Ульяновской области в целях софинансирования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возника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 в связи с ремонтом (в том числе капитальным ремонтом) тепловых сетей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83 3 01 70510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83 3 01 70510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Энергосбереж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и повышение энергетической эффективности в Ульяновской области, в том числе на основе расширения масштабов испол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природного газа в кач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 моторного топлива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 и повышение энергетической эффективности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84399,96726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64696,24623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71043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Меры государственной поддержки 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лизации энергосберегающих и энергоэффективных меропри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A69B4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64188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9A69B4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70932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ластным государственным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зённым предприятиям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 в целях финансов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затрат, связанных со строительством и модерниз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цией теплоисточников и тепл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вых сетей, в том числе затрат, связанных с внесением платы по договорам финансовой аренды (лизинга) и (или) договорам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под уступку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нежного требования (договорам факторинга)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45932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ластным государственным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зённым предприятиям в целях финансового обеспечения затрат, связанных с приобретением 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ники для предприятий комм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нального хозяйства по договорам финансовой аренды (лизинга)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39188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39188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образований Ульяновской области в целях софинансирования расходных обязательств, связанных с 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зацией мероприятия,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на подготовку проектной документации, строительство, реконструкцию и ремонт сетей наружного освещения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83 4 01 70150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83 4 01 70150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привлечения в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жилищно-коммунального хозяйства квалифицированных работников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3399,96726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507,74623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привлечению в организации жилищно-коммунального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ства, находящиеся на территории Ульяновской области, квалиф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цированных работников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3299,96726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407,74623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3299,96726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407,74623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проведения для председателей советов мног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квартирных домов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обучающих сем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нарских и курсовых занятий по вопросам, возникающим в сфере жилищно-коммунального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83 4 04 29180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83 4 04 29180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энергетической эффективности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124686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119686,84433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124686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119686,84433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008DA" w:rsidP="002B695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Субсидии Фонду модернизации жилищно-коммунального ко</w:t>
            </w:r>
            <w:r w:rsidRPr="00BD1EAC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>м</w:t>
            </w:r>
            <w:r w:rsidRPr="00BD1EAC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t xml:space="preserve">плекса Ульяновской области в целях финансового обеспечения </w:t>
            </w:r>
            <w:r w:rsidRPr="00BD1EAC">
              <w:rPr>
                <w:rFonts w:ascii="PT Astra Serif" w:hAnsi="PT Astra Serif"/>
                <w:iCs/>
                <w:color w:val="000000" w:themeColor="text1"/>
                <w:sz w:val="28"/>
                <w:szCs w:val="28"/>
              </w:rPr>
              <w:br/>
              <w:t>части затрат, возникающих в связи с осуществлением им своей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BD1EAC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BD1EAC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73390</w:t>
            </w:r>
            <w:r w:rsidR="000467AA"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68390,64433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73390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68390,64433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2B695B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2B695B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51296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45331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195391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187115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120850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74575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74575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программ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вития жилищного строительства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74575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74575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120816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120816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120816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исполнителя и соисполнителей программы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120816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120816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120816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C501D1" w:rsidP="00BD1EAC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>Обеспечение деятельности о</w:t>
            </w: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>б</w:t>
            </w: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>ластных государственных казё</w:t>
            </w: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>н</w:t>
            </w: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>ных учреждений, подведо</w:t>
            </w: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>м</w:t>
            </w: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 xml:space="preserve">ственных </w:t>
            </w:r>
            <w:r w:rsidRPr="00BD1EAC">
              <w:rPr>
                <w:rFonts w:ascii="PT Astra Serif" w:eastAsiaTheme="minorHAnsi" w:hAnsi="PT Astra Serif" w:cs="PT Astra Serif"/>
                <w:sz w:val="28"/>
                <w:szCs w:val="28"/>
                <w:lang w:eastAsia="en-US"/>
              </w:rPr>
              <w:t>Министерству жили</w:t>
            </w:r>
            <w:r w:rsidRPr="00BD1EAC">
              <w:rPr>
                <w:rFonts w:ascii="PT Astra Serif" w:eastAsiaTheme="minorHAnsi" w:hAnsi="PT Astra Serif" w:cs="PT Astra Serif"/>
                <w:sz w:val="28"/>
                <w:szCs w:val="28"/>
                <w:lang w:eastAsia="en-US"/>
              </w:rPr>
              <w:t>щ</w:t>
            </w:r>
            <w:r w:rsidRPr="00BD1EAC">
              <w:rPr>
                <w:rFonts w:ascii="PT Astra Serif" w:eastAsiaTheme="minorHAnsi" w:hAnsi="PT Astra Serif" w:cs="PT Astra Serif"/>
                <w:sz w:val="28"/>
                <w:szCs w:val="28"/>
                <w:lang w:eastAsia="en-US"/>
              </w:rPr>
              <w:t xml:space="preserve">но-коммунального хозяйства и </w:t>
            </w: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>строительства Ульяновской о</w:t>
            </w: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>б</w:t>
            </w:r>
            <w:r w:rsidRPr="00BD1EAC">
              <w:rPr>
                <w:rFonts w:ascii="PT Astra Serif" w:hAnsi="PT Astra Serif"/>
                <w:iCs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BD1EAC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BD1EAC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95776</w:t>
            </w:r>
            <w:r w:rsidR="009253AF"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BD1EAC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95776</w:t>
            </w:r>
            <w:r w:rsidR="009253AF" w:rsidRPr="00BD1EA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1EA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95776</w:t>
            </w:r>
            <w:r w:rsidR="009253AF" w:rsidRPr="00BD1EA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83830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новскому областному фонду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щиты прав граждан 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строительства на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нансовое обеспечение затрат, связанных с его деятельностью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автономным учреждениям, функции и 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мочия учредителя которых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ществляет Министерство стро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субсидий из областного бюджета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на финансовое обеспечение выполнения ими государственных заданий, а 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15640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85 5 01 66060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D1EAC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D1EAC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15640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вание комфортной городской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дение мероприятий в целях 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гоустройства территорий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освещение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мероприятий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в средствах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98 0 04 40340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98 0 04 40340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2015847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420428,30193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Сбор, удаление отходов и очис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 сточных вод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420428,30193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420428,30193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420428,30193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420428,30193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Сокращение доли загрязнения сточных вод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420428,30193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1571627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1195188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420428,30193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444220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444220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444220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Чистая страна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Чистая страна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вход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щего в состав национального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Экология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384220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Ликвидация несанкционирова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G1 52420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384220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G1 52420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384220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Ликвидация (рекультивация) объектов накопленного эколог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ческого вреда, представляющих угрозу реке Волге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G6 55000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G6 55000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796878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программ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662900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662900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642900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развитию начального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щего, основного общего и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общего образования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образовательного комплекса со спортивной инфр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структурой и пансионом в </w:t>
            </w:r>
            <w:r w:rsidR="00F33FB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р.п. Новоспасское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образования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79 1 04 18440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79 1 04 18440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инфраструктуры общего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образовательн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пространства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школьных систем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599666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новых мест в общео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502684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502684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общео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организациях за счёт средств резервного фонда Правительства Российской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профессионального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образовательных программ среднего профессионального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 и основных программ профессионального обучения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Оказание государственной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развития образовательно-производственных центров (кл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стеров) на основе интеграции образовательных организаций, реализующих программы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вания, и организаций, действ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ющих в реальном секторе экон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мики, в рамках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Профессионалитет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зателей и результатов федерал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Модернизация региональных и муниципальных детских школ искусств по видам искусств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тём их реконструкции и (или) капитального ремонта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530279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878161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530279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878161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530279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878161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низация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областных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культуры, областных государственных 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хивов, областных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дополнител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ные общеобразовательные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 в сфере искусств для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тей, областных государственных профессиональных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реализ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ющих образовательные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граммы среднего професси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нального образования в области искусств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365907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346263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реставра</w:t>
            </w:r>
            <w:proofErr w:type="spellEnd"/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работ на здании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авт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номного учреждения культуры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346263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332979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346263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низация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муниципальных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ждений в сфере культуры и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кусства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в целях софинансир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расходных обязательств, связанных с проведением реко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струкции и ремонтно-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реставра</w:t>
            </w:r>
            <w:proofErr w:type="spellEnd"/>
            <w:r w:rsidR="00567BB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работ зданий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 культуры, муниципальных архивов и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 в сф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 культуры и искусства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зателей и результатов федерал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111469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531898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учреждений кул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турно-досугового типа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71130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71130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Реконструкция и капитальный ремонт региональных и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музеев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A1 55970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1728012,83572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678880,27489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634278,27489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1356050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1356050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системы оказания медицинской помощи, в том числе первичной медико-сани</w:t>
            </w:r>
            <w:r w:rsidR="00567BB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тарной помощи,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567BB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</w:t>
            </w:r>
            <w:r w:rsidR="00CE35F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 и в</w:t>
            </w:r>
            <w:r w:rsidR="00CE35F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CE35F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полнение ремонта в зданиях</w:t>
            </w:r>
            <w:r w:rsidR="00F20C2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</w:t>
            </w:r>
            <w:r w:rsidR="00F20C2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F20C23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витие детского здравоохранения, включая создание современной инфраструктуры оказания мед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цинской помощи детям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де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ского здравоохранения, включая создание современной инфр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структуры оказания медицинской помощи детям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6318D0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1308458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6318D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Новое строительство или реко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струкция зданий детских бол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 (корпусов)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1308458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N4 52460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1308458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375398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375398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системы оказания медицинской помощи, в том числе первичной медико-санитарной помощи,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375398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Строительство поликлиники в микрорайоне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Юго-Западный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Засвияжского района города Ульяновска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375398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78 0 02 98200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375398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371962,63572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258880,27489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258880,27489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371962,63572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258880,27489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258880,27489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первичного 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 здравоохранения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первичного звена здр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Российской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371962,63572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258880,27489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258880,27489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371962,63572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258880,27489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258880,27489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(кап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тальный ремонт объектов 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движимого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349962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168882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349962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168882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168882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(кап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тальное строительство (реко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струкция) </w:t>
            </w:r>
            <w:r w:rsidR="001868E4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зданий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медицинских организаций)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21999,66332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89997,47489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89997,47489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21999,66332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89997,47489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89997,47489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694642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587888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576028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социального обсл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системы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 и социального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44473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44473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44473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жилыми помещениями граждан, относящихся к катег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риям, установленным законод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тельством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44473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44473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44473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313081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480505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социального обсл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системы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 и социального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313081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472505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313081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472505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жилыми помещениями граждан, относящихся к катег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риям, установленным законод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тельством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313081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451483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472505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 за наём (поднаём) жилого помещения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тям-сиротам, детям, оставшимся без попечения родителей, а 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 лицам из числа детей-сирот и детей, оставшихся без попечения родителей, на территории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 детям-сиротам и детям, оставшимся без попечения род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телей, лицам из их числа по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говорам найма специализир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ванных жилых помещений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98581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98581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98581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 детям-сиротам и детям, оставшимся без попечения род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телей, лицам из их числа по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говорам найма специализир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ванных жилых помещений за счёт средств областного бюджета Ульяновской области сверх установленного уровня софина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сирования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343924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9724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330185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312381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Модернизация 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развитие социального обслуж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312381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системы социального обсл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предусмотренные для строительства жилого корп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са с пищеблоком в с. Водорацк Барышского района Ульяновской области для Областного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</w:t>
            </w:r>
            <w:proofErr w:type="spellEnd"/>
            <w:r w:rsidR="00F33FB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автономного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ждения социального обслужив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Специальный дом-интернат для престарелых и инвалидов </w:t>
            </w:r>
            <w:r w:rsidR="00F33FB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с. Акшуат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80 2 02 17021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нию и повышению энергетич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Старшее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коление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288407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грамм, направленных на 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безопасных и комфортных условий предоставления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альных услуг в сфере социальн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288407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288407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жилыми помещениями граждан, относящихся к катег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риям, установленным законод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тельством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работникам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учр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ждений Ульяновской области единовременных выплат на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обретение жилых помещений с привлечением средств ипоте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кредитов (займов)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социальной выплаты отдельным работникам организаций,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на территории Ульяновской области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 в сфере информационных технологий и отрасли авиастро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тельство) жилых помещений при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рождении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образований Ульяновской области в целях софинансирования расходных обязательств, возникающих в связи с предоставлением един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временных выплат на приобр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тение жилых помещений 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никам муниципальных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ний, постоянно проживающим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рование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деятельности в сфере физической культуры и спорта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34132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Строительство, реконструкция, ремонт объектов спорта, подг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товка проектной документации, проведение государственной экспертизы проектной докуме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тации создаваемых объектов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обязательств муниципальных образований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связанных с реализацией мероприятий по созданию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в том числе на осн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вании концессионных соглаш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районов и городских округов в целях соф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расходных обяз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тельств, возникающих при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монте объектов спорта, устано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ке спортивных кортов и пло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костных площадок, создании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спортивных манежей, в том чи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 приобретении оборудования и благоустройстве прилегающей территории, обустройстве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городской инфраструктуры, парковых и рекреационных зон, находящихся в муниципальной собственности, для занятий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зической культурой и спортом, в том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числе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видами спорта, поп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лярными в молодёжной среде, а также для проведения физкул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турных и спортивных меропри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тий в рамках реализации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программы, в том числе погашение кредиторской задолженности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8593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Спорт 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 w:rsidR="00CB7315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 жизни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70934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спортивной инфраструктуры региональной (муниципальной)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собственности для занятий физ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ческой культурой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70934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70934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просвещения и воспитания Ульяновской обл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17366392</w:t>
            </w:r>
            <w:r w:rsidR="000467AA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16066922</w:t>
            </w:r>
            <w:r w:rsidR="000467AA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15506051</w:t>
            </w:r>
            <w:r w:rsidR="000467AA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,88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46273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46273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46273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46273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46273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дящихся в ведении Министе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46273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45984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16803902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15897433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15337064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4228299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3894656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3948397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4228299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3894656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3948397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4228299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3894656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3948397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развитию начального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щего, основного общего и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него общего образования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районов и городских округов Ульяновской области в целях софинансиров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возникающих в связи с реализ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щищённости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86714D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объектов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развитию дошкольного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4226454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3894656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3948397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индивид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альным предпринимателям 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ганизациям, осуществляющим образовательную деятельность по основным общеобразовател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 программам (за исключен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ем государственных и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0F5309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0F5309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городских округов Ульяновской области в целях финансового обеспечения государственных гарантий реализации прав на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лучение общедоступного и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платного дошкольного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в муниципальных дошкол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4221454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3889656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3943397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4221454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3889656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3943397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9739247,19489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8980652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,5482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9022361,38791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9739247,19489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8980652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,5482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9022361,38791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8725180,72345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7895835,44098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7975313,64098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Внедр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федеральных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стандартов начального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щего, основного общего и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общего образования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7836277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7251942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7331420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частным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щеобразовательным организац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ям, связанных с осуществлением образовательной деятельности по имеющим государственную 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кредитацию основным общео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 педагогическим работникам государственных и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начального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образования,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основного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образования, образовательные программы среднего общего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550902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552855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26873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513717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государственных гарантий реализации прав на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лучение общедоступного и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платного дошкольного, начал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общего, основного общего, среднего общего образования, а также обеспечение дополнител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в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общеобразовательных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7275187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6694427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6773905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7275187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6694427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6773905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 местного самоуправления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государственных полномочий Ульяновской области по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ществлению ежемесячной допл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за наличие учёной степени кандидата наук или доктора наук педагогическим работникам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общеобразовател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организаций, имеющим уч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ную степень и замещающим (з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нимающим) в указанных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 штатные должности, предусмо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ренные квалификационными справочниками или професси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нальными стандартами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Субвенции из областного бюдж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там муниципальных районов и городских округов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 целях финансового обеспечения </w:t>
            </w:r>
            <w:r w:rsidR="00BB6085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переданных органам местного самоуправления 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гос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дарственных полномочий Уль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области, связанных с осуществлением обучающимся 10-х (11-х) и 11-х (12-х) классов муниципальных общеобразов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тельных организаций ежемеся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ч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ных денежных выплат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726B1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726B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условий для обучения детей с ограниченными возможност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здоровья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нам местного самоуправления государственных полномочий Ульяновской области по 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ставлению бесплатно специал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учебников и учебных пос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кадрового потенциала сист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мы общего образования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25 сентября 2019 года № 109-ЗО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статусе педагог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работников, осуществл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ющих педагогическую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 на территории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79 1 03 18350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79 1 03 18350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области в целях финансового обеспечения осуществления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области, связанных с организацией и обеспечением получения педагогическими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ботниками муниципальных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 не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 чем один раз в три года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полнительного профессионал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по профилю педагогической деятельности за счёт бюджетных ассигнований областного бюджета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32882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32882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развитию начального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щего, основного общего и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общего образования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581323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572282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572282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районов и городских округов Ульяновской области в целях софинансиров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возникающих в связи с реализ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щищённости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86714D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объектов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F337A5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F337A5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области в целях финансового обеспечения осуществления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по выплате родителям или иным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конным представителям обуч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ющихся, получающих начальное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общее, основное общее или среднее общее образование в форме семейного образования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компенсации затрат в связи с обеспечением получения так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тельным организациям высшего образования, находящимся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в целях финансового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печения их затрат, связанных с реализацией пилотного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Коллаборативное пространство по реализации дополнительных общеразвивающих программ и организации непрерывного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педагогических 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ников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бесплатного гор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чего питания обучающихся,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лучающих начальное общее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разование в государственных и муниципальных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549131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561332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561332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15300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12344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12344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516184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531359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531359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17628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образовательн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пространства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школьных систем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254791,84845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54070,76598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54070,76598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и обеспечение функц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онирования центров образования естественно-научной и технол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гической направленностей в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щеобразовательных организац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95678,86598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95678,86598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детских технопарков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21108,86598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21108,86598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21108,86598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21108,86598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в организац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ях, осуществляющих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тельную деятельность исключ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 по адаптированным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новным общеобразовательным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22338,96907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22338,96907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по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формированию и обеспечению функционирования единой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общео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103455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103455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Патриотическое воспитание граждан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Патриотическое воспитание граждан Российской Федерации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ветников директора по воспит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нию и взаимодействию с детск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общественными объединен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ями в общеобразовательных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18450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18450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1539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дёжной политики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9726,90722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9726,90722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в общеобразовател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организациях, расположе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в сельской местности и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лых городах, условий для зан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тий физической культурой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9726,90722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9726,90722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1005457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1047047,74693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1005457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1047047,74693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1005457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1047047,74693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561792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601121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620120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87208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87076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63359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347460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366739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357326,74693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2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2"/>
                <w:sz w:val="28"/>
                <w:szCs w:val="28"/>
              </w:rPr>
              <w:lastRenderedPageBreak/>
              <w:t>Реализация мероприятий, направленных на обеспечение антитеррористической защ</w:t>
            </w:r>
            <w:r w:rsidRPr="00C771C3">
              <w:rPr>
                <w:rFonts w:ascii="PT Astra Serif" w:hAnsi="PT Astra Serif"/>
                <w:color w:val="000000"/>
                <w:spacing w:val="2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pacing w:val="2"/>
                <w:sz w:val="28"/>
                <w:szCs w:val="28"/>
              </w:rPr>
              <w:t xml:space="preserve">щённости </w:t>
            </w:r>
            <w:r w:rsidR="008A6F6B" w:rsidRPr="00C771C3">
              <w:rPr>
                <w:rFonts w:ascii="PT Astra Serif" w:hAnsi="PT Astra Serif"/>
                <w:color w:val="000000"/>
                <w:spacing w:val="2"/>
                <w:sz w:val="28"/>
                <w:szCs w:val="28"/>
              </w:rPr>
              <w:t>объектов областных государственных образовател</w:t>
            </w:r>
            <w:r w:rsidR="008A6F6B" w:rsidRPr="00C771C3">
              <w:rPr>
                <w:rFonts w:ascii="PT Astra Serif" w:hAnsi="PT Astra Serif"/>
                <w:color w:val="000000"/>
                <w:spacing w:val="2"/>
                <w:sz w:val="28"/>
                <w:szCs w:val="28"/>
              </w:rPr>
              <w:t>ь</w:t>
            </w:r>
            <w:r w:rsidR="008A6F6B" w:rsidRPr="00C771C3">
              <w:rPr>
                <w:rFonts w:ascii="PT Astra Serif" w:hAnsi="PT Astra Serif"/>
                <w:color w:val="000000"/>
                <w:spacing w:val="2"/>
                <w:sz w:val="28"/>
                <w:szCs w:val="28"/>
              </w:rPr>
              <w:t>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6241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2243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3998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460877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451708,72475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448049,48755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460877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451708,72475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448049,48755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дёжной политики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891E6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119705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95431,58454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891E6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95431,58454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условий, обеспечивающих доступность дополнительных общеобразовательных программ естественно-научной и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технич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направленност</w:t>
            </w:r>
            <w:r w:rsidR="00F33FB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чающихся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59452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59352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тельным организациям высшего образования, находящимся на территории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в целях финансового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печения их затрат, связанных с обеспечением функциониров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ключевого центра дополн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тельного образования детей, 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лизующего дополнительные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щеобразовательные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зации дополнительного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Детский технопарк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21694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21694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Автономной 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коммерческой организации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полнительного образования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деятельности центра цифрового образования детей на территории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36079,48454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36079,48454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центров выявления 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поддержки одарённых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51890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51890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 разли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типов для реализации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общеразвива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 программ всех направле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54910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36079,48454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36079,48454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54910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36079,48454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36079,48454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341171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356277,14021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352617,90301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320847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335275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331616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,5628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просвещения и воспитания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320847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335275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331616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,5628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320052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332355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330427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,5628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направленных на обеспечение антитеррористической защищё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ности </w:t>
            </w:r>
            <w:r w:rsidR="008A6F6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объектов областных гос</w:t>
            </w:r>
            <w:r w:rsidR="008A6F6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8A6F6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1189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1189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целей, показателей и резул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21001,34021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21001,34021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центров цифрового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52190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21001,34021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21001,34021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52190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1ADE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21001,34021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1AD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21001,34021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Среднее профессиональное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1581734,88067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1659017,27742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1364901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1581734,88067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1659017,27742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1364901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и профессионального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131938,78067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140498,97742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56322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образовательных программ среднего профессионального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 и основных программ профессионального обучения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72676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75870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56322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частных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ганизаций в связи с оказанием студентам, принятым на обуч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по профессиям, специальн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стям среднего профессиональн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 в пределах уст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новленных контрольных цифр приёма, соответствующих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услуг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 (кураторство) педагогич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ским работникам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среднего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в том числе программы професс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обучения для лиц с ограниченными возможностями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51402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51402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51402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51402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Доступная среда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19547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19547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Молодые профессионалы (П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вышение конкурентоспособн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профессионального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вания)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стижение целей, показателей и результатов федерального прое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Молодые профессионалы (Повышение конкурентоспосо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профессионального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зования)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59261,85567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64628,24742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и обеспечение функц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онирования центров опережа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щей профессиональной подг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51770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22288,86598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51770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22288,86598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(обновление) матер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ально-технической базы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организаций, 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зующих программы среднего профессионального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53590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59261,85567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42339,38144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53590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59261,85567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42339,38144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1449796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1518518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1308578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1449796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1518518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1308578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1449796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1518518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1308578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86143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1302871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1354947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1247614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ство педагогическим работникам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государственных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среднего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51750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51750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направленных на обеспечение антитеррористической защищё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ности </w:t>
            </w:r>
            <w:r w:rsidR="00A2683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объектов областных гос</w:t>
            </w:r>
            <w:r w:rsidR="00A2683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A2683A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197968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209452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A3516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197968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A3516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209452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дыха, оздоровления детей 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197968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209452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и обеспечение отдыха и оздоровления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293675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197968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209452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дыха и оздоровления детей в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отдыха детей и их оздоровления, за исключением лиц из числа детей-сирот и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области в целях финансового обеспечения осуществления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</w:t>
            </w:r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по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зации и обеспечению оздоровл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детей и обеспечению отдыха детей, обучающихся в общеобр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зовательных организациях, в том числе детей, находящихся в трудной жизненной ситуации, 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детей из многодетных семей, в лагерях, организованных образ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вательными организациями, осуществляющими организацию отдыха 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оздоровления обуча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щихся в каникулярное время (с дневным пребыванием), детских лагерях труда и отдыха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185235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191968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203452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5130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,4373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180477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187035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198322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,0627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500068,68274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713430,52963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343902,18454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498370,68274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711732,52963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342204,18454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общего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образования детей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346629,69179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инфрастру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инфрастру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D2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346629,69179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ИТ-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инфраструк</w:t>
            </w:r>
            <w:proofErr w:type="spellEnd"/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туры в государственных (мун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образовательных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ганизациях, реализующих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 общего образования, в соответствии с утверждённым стандартом для обеспечения в помещениях безопасного дост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 к государственным,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пальным и иным информацио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системам, а также к сети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Интернет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D2 51170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346629,69179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D2 51170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346629,69179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дёжной политики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молодёжной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414529,03326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358902,83784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336004,18454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249087,47553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249134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226235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190212,07553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190258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167310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188912,07553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188408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167310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Независимая оценка качества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58345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58345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58345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58156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 переданных органам государственной власти субъе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 в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ответствии с частью 1 статьи 7 Федерального закона от 29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кабря 2012 года № 273-ФЗ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образовании в Российской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сфере образования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9199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7 Федерального закона от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29 декабря 2012 года № 273-ФЗ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образовании в Российской Федерации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сфере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9199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9199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целей, показателей и резул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156505,25773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100569,48454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100569,48454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52100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156505,25773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100569,48454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100569,48454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52100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156505,25773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100569,48454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100569,48454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тика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Укре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 статуса русского языка как государственного языка Росси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и сохранение языков народов России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значимых мероприятий, направленных на укрепление статуса русского языка как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языка России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81 2 10 25210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81 2 10 25210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и проведение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значимых мероприятий, направленных на сохранение и поддержку русского языка как государственного языка Росси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и языков нар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 Российской Федерации, проживающих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81 2 10 25220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81 2 10 25220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порядка, противоде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тике правонарушений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преждение и пресечение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ступлений с участием несове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шеннолетних и в отношении их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треблению наркотиками и их 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законному обороту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лактика незаконного потребл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мании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508767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122202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развитию дошкольного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нам местного самоуправления государственных полномочий Ульяновской области</w:t>
            </w:r>
            <w:r w:rsidR="00457FB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связанных с осуществлением единовреме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 педагог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ческим работникам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ную программу дошкольного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разования, имеющим статус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лодых специалистов (за искл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чением педагогических работн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ков, работающих и прожива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пунктах, рабочих посёлках (п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сёлках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городского типа)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показателей и результатов фед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реализации 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осуществлению 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новременных компенсационных выплат учителям, прибывшим (переехавшим) на работу в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дёжной политики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потенциала талантливых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лодых людей, в том числе явл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ющихся молодыми специалист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жетам муниципальных районов и городских округов Ульяновской области в целях финансового обеспечения расходных обяз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тельств, связанных с реализацией Закона Ульяновской области от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дельных вопросов статуса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дыха, оздоровления детей 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зация и обеспечение отдыха и оздоровления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оздоровления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ботников бюджетной сферы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образований Ульяновской области в целях софинансирования расходных обязательств, возникающих в связи с организацией деятельн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по оздоровлению работников органов местного самоуправл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ния, муниципальных органов и муниципальных учреждений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замещающих в них должности, не являющиеся муниципальными должностями или должностями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463305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463305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развитию дошкольного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области в целях финансового обеспечения осуществления </w:t>
            </w:r>
            <w:proofErr w:type="spell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по предоставлению родителям (з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конным представителям) детей, посещающих муниципальные и частные образовательные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низации, реализующие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тельную программу дошкольн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образования, компенсации 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внесённой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соответству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щие образовательные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ции родительской платы за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смотр и уход за детьми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дёжной политики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потенциала талантливых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лодых людей, в том числе явл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ющихся молодыми специалист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лантливым и одарённым обуч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ющимся, педагогическим и научным работникам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 w:rsidR="009F5910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180-ЗО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7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августа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2020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2A1FF2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онных гарантий реализации их прав и свобод и о внесении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менений в отдельные законод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тельные акты Ульяновской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создания условий для повышения престижа и привл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службы по призыву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 бюджетам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жетной системы российской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ствие развитию начального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щего, основного общего и сре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него общего образования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 (городских округов)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компе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сации расходов учредителя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ниципальной образовательной организации, реализующей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новные общеобразовательные программы, на организацию 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платной перевозки обучающихся в данной образовательной орг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низации и проживающих на 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ритории иного муниципального района (городского округа) </w:t>
            </w:r>
            <w:r w:rsidR="009F5910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молодёжного развития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41155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30114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42795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41155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25171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25171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дёжной политики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молодёжной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для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здания условий успешной соци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лизации и эффективной саморе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лизации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субсидии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областной организации Общероссийской общественной организации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Российский Союз Молодёжи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ок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занием содействия в расширении масштабов работы с молодёжью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авт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зации по развитию добровольч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и благотворительности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Счастливый регион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здания в Ульяновской области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условий для решения социал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проблем населения с пом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щью развития благотворительн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сти, добровольчества, разработки и внедрения качественных 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молодёжного развития </w:t>
            </w:r>
            <w:r w:rsidR="002751BB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вопросы в области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17624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учреждениями, органами управления государственными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16080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,702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,298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ветеринарии Уль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271785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307913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252000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270445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249687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270445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249687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632BC3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области, связанных с организ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при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ществлении деятельности по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ращению с животными без 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дельцев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ветеринарной службы Российской Федерации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267445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246687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проведения противоэп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зоотических мероприятий и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роприятий, направленных на обеспечение безопасности пищ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вой продукции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13564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9772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13564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продукции агропр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на достижение целей, показ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телей и результатов федеральн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продукции агропромышленного комплекса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T2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59704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кредитации ветеринарных лаб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раторий в национальной системе аккредитации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T2 52510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59704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T2 52510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59704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238171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233123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 ветеринарии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238171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233123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233123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8946A4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учреждениям, подведомственным Агентству ветеринарии Ульяновской обл</w:t>
            </w: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сти, субсидий </w:t>
            </w:r>
            <w:r w:rsidR="00B21B2C" w:rsidRPr="008946A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целях </w:t>
            </w: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>финанс</w:t>
            </w: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>во</w:t>
            </w:r>
            <w:r w:rsidR="00B21B2C" w:rsidRPr="008946A4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обеспечени</w:t>
            </w:r>
            <w:r w:rsidR="00B21B2C" w:rsidRPr="008946A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выполнения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8946A4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8946A4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8946A4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8946A4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46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8946A4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46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8946A4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46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217595</w:t>
            </w:r>
            <w:r w:rsidR="009253AF" w:rsidRPr="008946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8946A4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46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212595</w:t>
            </w:r>
            <w:r w:rsidR="009253AF" w:rsidRPr="008946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46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212595</w:t>
            </w:r>
            <w:r w:rsidR="009253AF" w:rsidRPr="008946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217595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212595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20528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18902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18991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19004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Государственной ветеринарной службы Российской Федерации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 ветеринарии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3A15B1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сёлках городского типа на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агропромы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ш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ленного комплекса и развития 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сельских территорий Ульяно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5628039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2845008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2851508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5476713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2662119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2668619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,225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5476713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2662119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2668619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,225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5476713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2662119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2668619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,225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ского хозяйства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комплекса, сельских территорий и регулирование рынков сельскохозяйственной продукции, сырья и продовол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4463840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1432915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1439415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тие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отдельных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подотраслей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тениеводства и животноводства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766810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749721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756221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товаропроизводителям субсидий в целях возмещения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части их затрат, связанных с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витием экономической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в области растениеводства, животноводства и рыбоводства, включая переработку продукции рыбоводства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381078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362126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368283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381078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362126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368283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приобретением семян питомн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ков второго и (или) третьего года размножения зерновых и (или) зернобобовых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культур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производством овощей на защ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щённом и (или) открытом грунте и (или) товарного картофеля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Оказание несвязанной поддер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ки сельскохозяйственным тов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ропроизводителям в области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тениеводства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15343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15343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(финансового обеспечения) части их затрат, связанных с развитием свиноводства, птицеводства и скотоводства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отдельным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подотраслям растениеводства и животноводства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302571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319433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319433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производства по отдельным подотраслям растениеводства и животноводства (предоставление сельскохозяйственным товар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(финансового обеспечения) части их затрат, связанных с проведением 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плекса агротехнологических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бот, повышением уровня экол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гической безопасности сельск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хозяйственного производства, а также повышением плодородия 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качества почв посевных площ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дей, занятых зерновыми, зерн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бобовыми, масличными (за 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ключением рапса и сои), корм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выми сельскохозяйственными культурами, а также картофелем и овощными культурами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откр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того грунта)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115569,46324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115569,46324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115569,46324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115569,46324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производства по отдельным подотраслям растениеводства и животноводства (предоставление сельскохозяйственным товар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развитием элитного семеноводства)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84907,59324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84907,59324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производства по отдельным подотраслям растениеводства и животноводства (предоставление сельскохозяйственным товар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собственным прои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водством коровьего и (или)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козьего молока)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производства по отдельным подотраслям растениеводства и животноводства (предоставление сельскохозяйственным товар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(финансового обеспечения) части их затрат, связанных с развитием племе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животноводства)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26250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26250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производства по отдельным подотраслям растениеводства и животноводства (предоставление сельскохозяйственным товар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уплатой страховых премий, начисленных по догов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рам сельскохозяйственного стр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хования в области растениево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42065,92338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42065,92338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42065,92338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подотраслям растениеводства и животноводства (предоставление сельскохозяйственным товар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уплатой страховых премий, начисленных по догов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рам сельскохозяйственного стр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хования в области животново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и товарной аквакультуры (товарного рыбоводства)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29298,36338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01 R5086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29298,36338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29298,36338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развития приорите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подотраслей агропромы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комплекса и развитие малых форм хозяйствования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3487030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518194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518194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51637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некоммерческой организации гранта в форме су</w:t>
            </w: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сидии в целях финансового обеспечения её затрат, связанных с реализацией проекта по и</w:t>
            </w: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формационно-консультационному сопрово</w:t>
            </w: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дению развития садоводства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51637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51637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51637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51637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51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51637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516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51637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51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51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51637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51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516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516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516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9807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E72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E72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Поддержка промышленной пер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работки продукции растениево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93 1 02 46370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3058676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93 1 02 46370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3058676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развития потреб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тельских обществ,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потребительских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оперативов, садоводческих и огороднических некоммерческих товариществ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93 1 02 46380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93 1 02 46380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18610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18610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617124" w:rsidP="00C852EB">
            <w:pPr>
              <w:spacing w:line="247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в целях финансового обеспечения возмещения прои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водителям зерновых культур ч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затрат на производство и р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ализацию зерновых культур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R3680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148601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181311</w:t>
            </w:r>
            <w:r w:rsidR="000467AA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181311</w:t>
            </w:r>
            <w:r w:rsidR="000467AA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R3680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148601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181311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181311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ритетных подотраслей агропр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248753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295272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295272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ритетных подотраслей агропр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производителям сельскохозяйственной проду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ции (за исключением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 субсидий в целях возмещения части их затрат, св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занных с обеспечением прироста производства молока)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R5022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157272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R5022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157272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157272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A6146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852EB">
              <w:rPr>
                <w:rFonts w:ascii="PT Astra Serif" w:hAnsi="PT Astra Serif"/>
                <w:sz w:val="28"/>
                <w:szCs w:val="28"/>
              </w:rPr>
              <w:t>Стимулирование развития при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ритетных подотраслей агропр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мышленного комплекса и разв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и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тие малых форм хозяйствования (предоставление производителям сельскохозяйственной проду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к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ции (за исключением госуда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р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ственных и муниципальных учреждений) субсидий в целях возмещения части их затрат, св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я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занных с закладкой и (или) ух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дом за многолетними насажд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е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ниями (до вступления в период товарного плодоношения), вкл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ю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чая питомники, за исключением закладки и ухода за виноградн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и</w:t>
            </w:r>
            <w:r w:rsidRPr="00C852EB">
              <w:rPr>
                <w:rFonts w:ascii="PT Astra Serif" w:hAnsi="PT Astra Serif"/>
                <w:sz w:val="28"/>
                <w:szCs w:val="28"/>
              </w:rPr>
              <w:lastRenderedPageBreak/>
              <w:t>ками, в том числе с установкой шпалеры и (или</w:t>
            </w:r>
            <w:proofErr w:type="gramEnd"/>
            <w:r w:rsidRPr="00C852EB">
              <w:rPr>
                <w:rFonts w:ascii="PT Astra Serif" w:hAnsi="PT Astra Serif"/>
                <w:sz w:val="28"/>
                <w:szCs w:val="28"/>
              </w:rPr>
              <w:t>) противоград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вой сетки (включая стоимость шпалеры и (или) стоимость пр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тивоградовой сетки) и (или) ра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с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корчёвкой выбывших из экспл</w:t>
            </w:r>
            <w:r w:rsidRPr="00C852EB">
              <w:rPr>
                <w:rFonts w:ascii="PT Astra Serif" w:hAnsi="PT Astra Serif"/>
                <w:sz w:val="28"/>
                <w:szCs w:val="28"/>
              </w:rPr>
              <w:t>у</w:t>
            </w:r>
            <w:r w:rsidRPr="00C852EB">
              <w:rPr>
                <w:rFonts w:ascii="PT Astra Serif" w:hAnsi="PT Astra Serif"/>
                <w:sz w:val="28"/>
                <w:szCs w:val="28"/>
              </w:rPr>
              <w:t>атации многолетних насаждений в возрасте 20 лет и более начиная с года закладки)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R5023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R5023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ритетных подотраслей агропр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главам кр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стьянских (фермерских) хозяй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 гр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антов в форме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в целях финансового обеспечения их затрат, связа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 развитием семейных ферм на базе крестьянских (ферме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ских) хозяйств)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R5025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R5025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ритетных подотраслей агропр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тие малых форм хозяйствования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(предоставление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оперативам грантов в форме 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Ульяновской области в целях финансового обеспечения их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трат в связи с развитием их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териально-технической базы)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02 R5026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общих условий функци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нирования отраслей агропр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 организациям высшего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разования, находящимся на 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области, грантов в форме субсидий в 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реализацией проекта по организации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научно-образовательного кластера в агропромышленном комплексе на территории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а также неко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мерческим организациям, нах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дящимся на территории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грантов в 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 субсидий в целях финансов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их затрат, св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проекта по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увеличению объёма реализова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на территории Ульяновской области продукции агропр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93 1 03 46410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93 1 03 46410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перерабо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 сельскохозяйственной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дукции на территории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субсидий в целях возмещения части их затрат, св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приобретением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портных средств, машин и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рудования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93 1 03 46420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перерабо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ку сельскохозяйственной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дукции на территории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субсидий в целях возмещения части их затрат, св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занных с приобретением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портных средств, машин и об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рудования (уплата лизинговых платежей)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93 1 03 46422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93 1 03 46422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93 1 03 46430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93 1 03 46430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шение уровня комфортного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живания в сельской местности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жилых помещ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 на сельских территориях, предоставляемых гражданам по договору найма жилого помещ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авт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держки и сопровождения пре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затрат, связанных с обеспечением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тельности центра развития то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говли Ульяновской области, направленной на поддержку 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зяйствующих субъектов, 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торговую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тельность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значимые мероприятия в сфере развития сельских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стижений в сфере развития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B2C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мели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рации земель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назначения и эффе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тивное вовлечение в оборот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мель сельскохозяйственного назначения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регулирование рынков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скохозяйственной продукции, сырья и продовольствия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772800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931786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931786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B2C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вращение выбытия из сельскох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оборота земель сельскохозяйственного назнач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98960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98914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98914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B2C" w:rsidRPr="00C852EB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эффекти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ного вовлечения в оборот земель сельскохозяйственного назнач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93 3 01 46100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93 3 01 46100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товаропроизводителям субсидий в целях возмещения части их затрат, связанных с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проведением почвенного обсл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дования земель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852EB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B21B2C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Проведение гидромелиорати</w:t>
            </w:r>
            <w:r w:rsidRPr="00C852E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в</w:t>
            </w:r>
            <w:r w:rsidRPr="00C852E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ных, культуртехнических, агр</w:t>
            </w:r>
            <w:r w:rsidRPr="00C852E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о</w:t>
            </w:r>
            <w:r w:rsidRPr="00C852E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лесомелиоративных и фитомел</w:t>
            </w:r>
            <w:r w:rsidRPr="00C852E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и</w:t>
            </w:r>
            <w:r w:rsidRPr="00C852E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оративных мероприятий, а также мероприятий в области известк</w:t>
            </w:r>
            <w:r w:rsidRPr="00C852E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о</w:t>
            </w:r>
            <w:r w:rsidRPr="00C852EB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вания кислых почв на пашне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R5980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91460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91414</w:t>
            </w:r>
            <w:r w:rsidR="000467AA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91414</w:t>
            </w:r>
            <w:r w:rsidR="000467AA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,915</w:t>
            </w:r>
          </w:p>
        </w:tc>
      </w:tr>
      <w:tr w:rsidR="009F525D" w:rsidRPr="00C852EB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B2C" w:rsidRPr="00C852EB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гидромелиорати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ных, культуртехнических, агр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лесомелиоративных и фитомел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оративных мероприятий, а также мероприятий в области известк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(предоставление сельскохозя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проведением культуртехнич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ских мероприятий на выбывших сельскохозяйственных угодьях, вовлекаемых в сельскохозя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ственный оборот)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R5981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15497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15815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15815</w:t>
            </w:r>
            <w:r w:rsidR="009253AF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852EB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R5981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15497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15815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15815</w:t>
            </w:r>
            <w:r w:rsidR="009253AF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гидромелиорати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ных, культуртехнических, агр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лесомелиоративных и фитомел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оративных мероприятий, а также мероприятий в области известк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(предоставление сельскохозя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проведением мероприятий в о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ласти известкования кислых почв на пашне)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R5982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22962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23448</w:t>
            </w:r>
            <w:r w:rsidR="000467AA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23448</w:t>
            </w:r>
            <w:r w:rsidR="000467AA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R5982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22962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23448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23448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гидромелиорати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ных, культуртехнических, агр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лесомелиоративных и фитомел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оративных мероприятий, а также мероприятий в области известк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за счёт средств областного бюджета Ульяновской области сверх установленного уровня софина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сирования (предоставление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товаропрои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водителям субсидий в целях 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мещения части их затрат, связа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 проведением культурте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нических мероприятий на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бывших сельскохозяйственных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угодьях, вовлекаемых в сельск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хозяйственный оборот)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Z5981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Z5981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гидромелиорати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ных, культуртехнических, агр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лесомелиоративных и фитомел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оративных мероприятий, а также мероприятий в области известк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за счёт средств областного бюджета Ульяновской области сверх установленного уровня софина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сирования (предоставление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товаропрои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водителям субсидий в целях 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мещения части их затрат, связа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 проведением мероприятий в области известкования кислых почв на пашне)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Z5982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25313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01 Z5982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25313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продукции агропр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на достижение целей, показ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телей и результатов федеральн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Экспорт продукции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агропромышленного комплекса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T2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832871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832871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в обл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мелиорации земель сельск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хозяйственного назначения (предоставление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проведением гидромелиорати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мероприятий)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T2 55680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832871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832871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3 T2 55680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673840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832871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832871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регулирование рынков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скохозяйственной продукции, сырья и продовольствия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112009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жание аппарата Министерства агропромышленного комплекса и развития сельских территорий Ульяновской области и подв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домственных Министерству учреждений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98420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107759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107759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подведомстве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 бюджетным (автономным) учреждениям субсидий на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нансовое обеспечение выполн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38533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36898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38533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69225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52474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52474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16665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предпринимател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предпринимател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I5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I5 54800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B21B2C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(предоставление подведомственным бюджетным (автономным) учреждениям су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сидий в целях финансового обеспечения выполнения гос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задания и на иные цели)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I5 54803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3092</w:t>
            </w:r>
            <w:r w:rsidR="009253AF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I5 54803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достижения дополнительных результатов р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(предоста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ление подведомственным бю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 (автономным) учрежд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субсидий </w:t>
            </w:r>
            <w:r w:rsidR="00B21B2C" w:rsidRPr="00C852E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целях 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финанс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во</w:t>
            </w:r>
            <w:r w:rsidR="00B21B2C" w:rsidRPr="00C852EB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обеспечени</w:t>
            </w:r>
            <w:r w:rsidR="00B21B2C" w:rsidRPr="00C852E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выполнения государственного задания и на иные цели)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I5 Д4803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1157</w:t>
            </w:r>
            <w:r w:rsidR="009253AF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4 I5 Д4803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кооперации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ленного комплекса, сельских территорий и регулирование рынков сельскохозяйственной продукции, сырья и продовол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131594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182208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182208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тие отдельных направлений сельской кооперации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10460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потребител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ским кооперативам и потреб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тельским обществам в целях возмещения части затрат в связи с осуществлением закупок мол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ка у отдельных категорий 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дан, ведущих личное подсобное хозяйство, а также приобретения в целях обеспечения деятельн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отдельных категорий гра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дан, ведущих личное подсобное хозяйство, поголовья крупного рогатого скота и (или) мини-теплиц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10460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10460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предпринимател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предпринимател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I5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172208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172208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I5 54800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121134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172208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172208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системы поддержки фермеров и развитие сельской кооперации (предоставление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грантов в форме субсидий главам крестьянских (фермерских) 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зяйств в целях финансового обеспечения части их затрат на реализацию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Агроста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тап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I5 54801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86104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I5 54801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86104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(предоставление субсидий сельскохозяйственным потребительским кооперативам в целях возмещения части их 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их развитием)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I5 54802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86104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I5 54802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86104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Жилищно-коммунальное 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131751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165389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165389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значимые мероприятия в сфере развития сельских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B21B2C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 сельских территорий (су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сидии из областного бюджета Ульяновской области бюджетам поселений и городских округов Ульяновской области в целях софинансирования расходных обязательств, связанных с благ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устройством сельских террит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R5769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0467AA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0467AA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45975</w:t>
            </w:r>
            <w:r w:rsidR="000467AA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R5769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41653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45975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значимые мероприятия в сфере развития сельских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A6146" w:rsidP="00B3239C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 сельских территорий (су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сидии из областного бюджета Ульяновской области бюджетам 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муниципальных районов Уль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в целях соф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 расходных обяз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тельств, связанных с обустро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объектами инженерной инфраструктуры и благоустро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площадок, расположе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на сельских территориях под компактную жилищную застро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="00B323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</w:t>
            </w:r>
            <w:r w:rsidRPr="00C852E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R5766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852EB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852EB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9253AF" w:rsidRPr="00C852E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119413</w:t>
            </w:r>
            <w:r w:rsidR="009253AF" w:rsidRPr="00C852E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R5766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119413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B3239C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B3239C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3239C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B323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bookmarkStart w:id="1" w:name="_GoBack"/>
            <w:bookmarkEnd w:id="1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ально значимые мероприятия в сфере развития сельских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комплексного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 (с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действие занятости сельского населения)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R5762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R5762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ственной продукции, сырья и продовольствия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шение уровня комфортного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живания в сельской местности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 (су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сидии из областного бюджета Ульяновской области бюджетам муниципальных районов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расходных обяз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 улучшен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ем жилищных условий граждан, проживающих на сельских 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риториях)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значимые мероприятия в сфере развития сельских терр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стижений в сфере развития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Министерство природных р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сурсов и экологии Ульяно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321108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352852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355352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279639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303331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305831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водных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11070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вод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хозяйственного комплекса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1B35E0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Восст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новление и экологическая реаб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литация водных объектов (пр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родоохранные мероприятия)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Разработка проектной докуме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тации на капитальный ремонт, консервацию и ликвидацию 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ротехнических сооружений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88 2 03 48280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88 2 03 48280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образований Ульяновской области в целях софинансирования расходных обязательств, связанных с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полнением работ по благ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устройству родников 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используемых населением в качестве источн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ков питьевого водоснабжения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Уплата земельного налога и внесение платы по соглашениям об уст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новлении сервитутов в отнош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нии земельных участков, предн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значенных для размещения 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ротехнических сооружений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Уплата земельного налога в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ношении земельных участков, предназначенных для размещ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гидротехнических сооруж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88 2 06 48160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88 2 06 48160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Внесение платы по соглашениям об установлении сервитутов в отношении земельных участков, предназначенных для размещ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 гидротехнических сооруж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88 2 06 48170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88 2 06 48170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264339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289660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292160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264339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289660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292160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хозяйства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32641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34618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и защита лесов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мероприятий по проектированию лесных учас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ков на землях лесного фонда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88 3 01 48120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88 3 01 48120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автомобилей для патрулирования лесов 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88 3 01 48210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88 3 01 48210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использования лесов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Разработка документации по проектированию изменений гр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 лесопарков, разработка и внесение изменений в лесной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план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лесохозяйственные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гламенты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88 3 02 48250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88 3 02 48250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хозяйствующим субъе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там, осуществляющим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ность в сфере лесопромышле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ного комплекса, в целях возм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щения части их затрат, связа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с приобретением лесохозя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техники и (или) обор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88 3 02 48260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88 3 02 48260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зация регионального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лесов на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Сохран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лесов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88 3 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G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15747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15747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Увеличение площади лесово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становления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88 3 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G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88 3 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G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1918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Оснащение специализированных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учреждений органов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субъектов 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лесопожа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техникой и оборудованием для проведения комплекса мер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приятий по охране лесов от 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88 3 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G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13828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88 3 </w:t>
            </w:r>
            <w:proofErr w:type="gramStart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G</w:t>
            </w:r>
            <w:proofErr w:type="gramEnd"/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13828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254413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257541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жание аппарата Министерства природных ресурсов и экологии Ульяновской области и подв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домственных Министерству природных ресурсов и экологии Ульяновской области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  <w:r w:rsidR="00AE3D3B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254413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257541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 учреждениям субсидий на финансовое обеспечение выпо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 в сфере лесного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28487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29010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3054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23528,46422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23528,46422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24051,36422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1904,22578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1904,22578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1904,22578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лесных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158114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161719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161719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лесных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ношений (обеспечение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Министерства природных ресурсов и экологии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43976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45388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45388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41751,15421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41751,15421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41751,15421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2225,28579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3636,88579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3636,88579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лесных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ношений (обеспечение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областных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казённых учреждений в сфере лесного хозяйства, нах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ства природных ресурсов и эк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логии Ульяновской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114137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116331</w:t>
            </w:r>
            <w:r w:rsidR="000467AA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116331</w:t>
            </w:r>
            <w:r w:rsidR="000467AA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99562,64579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99562,64579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99562,64579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14489,04403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16693,14385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16693,14385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88 4 01 51292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86,07018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76,07036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76,07036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Субвенции на осуществление мер пожарной безопасности и тушение лесных пожаров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41269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49221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49221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31226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38930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38930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6 Федерального закона от 24 апреля 1995 года № 52-ФЗ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переданных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6 Федерального закона от 24 апреля 1995 года № 52-ФЗ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животного мира (за искл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чением охотничьих ресурсов и водных биологических ресурсов)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38767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животного мира, ли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видация последствий негативн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воздействия на окружающую среду в результате экономич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деятельности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государственн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экологического мониторинга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88 1 01 46210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88 1 01 46210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экологической культуры населения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88 1 01 46230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88 1 01 46230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вывоза твёрдых коммунальных отходов с особо охраняемых природных террит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88 1 01 46260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88 1 01 46260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28367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жание аппарата Министерства природных ресурсов и экологии Ульяновской области и подв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домственных Министерству природных ресурсов и экологии Ульяновской области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28367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 учреждениям субсидий на финансовое обеспечение выпо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нения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27367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26033,43974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26033,43974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26033,43974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1278,96026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1278,96026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1278,96026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33 Федерального закона от 24 июля 2009 года № 209-ФЗ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 охоте и о сохранении охо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ничьих ресурсов и о внесении изменений в отдельные закон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дательные акты Российской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области охр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 и использования охотничьих ресурсов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10042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10290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10290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учреждениями, органами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9203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9203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 хозяйства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сурсов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Охрана и защита лесов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88 3 01 80050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Министерство финансов </w:t>
            </w:r>
            <w:proofErr w:type="gramStart"/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Улья</w:t>
            </w:r>
            <w:r w:rsidR="00124573"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-</w:t>
            </w:r>
            <w:proofErr w:type="spellStart"/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6906794,32273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9068892,95111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10773226,12704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439146,52273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2515536,05111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4116643,22704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нансовых, налоговых и таможе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и органов 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309146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322286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318841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309146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322286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318841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мационное, методологическое и программное обеспечение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жетного процесса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84589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ческое и программное обеспеч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бюджетного процесса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95 0 06 65020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84589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95 0 06 65020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73897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84808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84589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ализации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237478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234252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нителей государственной 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237478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234252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Областное казначейство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124837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124837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124837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70545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54271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54271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110412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109415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99305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98658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98658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10442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105000,02273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2168249,25111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3772801,82704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105000,02273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2168249,25111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3772801,82704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2113249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3717801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2113249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3717801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закупку услуг по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установлению кредитного ре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тинга Ульяновской области, по организации и обслуживанию выпуска государственных це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бумаг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нием решений, принятых суде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100000,02273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50000,05111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50000,12704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100000,02273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50000,05111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50000,12704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Мобилизационная и вневойск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первичного 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инского учёта органами местного самоуправления поселений,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и городских окр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24096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Обслуживание государственного (муниципального) внутреннего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Сво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временное исполнение обяз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тельств по обслуживанию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долга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 бюджетам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жетной системы </w:t>
            </w:r>
            <w:r w:rsidR="00E5405F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оссийской </w:t>
            </w:r>
            <w:r w:rsidR="00E5405F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4144336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4229260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4332486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жетной обеспеченности субъе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 и 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3409275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3409275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нивание бюджетной обеспече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ности муниципальных районов (городских округов)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3409275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Дотации на выравнивание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жетной обеспеченности муниц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3409275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3099341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3409275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960261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847307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620338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 и городских округов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области, достигших наилучших значений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показателей роста объёма доходов местных бюджетов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Дотации муниципальным обр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зованиям Ульяновской области в целях содействия достижению и (или) поощрения достижения наилучших значений показателей для оценки </w:t>
            </w:r>
            <w:proofErr w:type="gramStart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эффективности де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органов местного 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моуправления городских округов</w:t>
            </w:r>
            <w:proofErr w:type="gramEnd"/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муниципальных районов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гов Ульяновской области, 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стигших наилучших результатов оценки качества управления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муниципальными финансами в муниципальных образованиях </w:t>
            </w:r>
            <w:r w:rsidR="00124573" w:rsidRPr="00C771C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гов Ульяновской области,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печивших увеличение объёма налоговых доходов областного бюджета Ульяновской области от уплаты налога, взимаемого в связи с применением упрощё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ной системы налогообложения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городских и сельских поселений Ульяновской области, которым по результатам проведения ежегодного облас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конкурса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Лучшие горо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ские и сельские поселения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присвоены звания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Лучшее городское пос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ление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Лучшее сельское поселение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поселений и городских округов Ульяновской области, являющихся победит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лями регионального этапа Вс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российского конкурса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Лучшая муниципальная практика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620261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507307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280338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ция мер по обеспечению сбала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сированности бюджетов муниц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пальных районов (городских округов)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620261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507307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280338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Дотации бюджетам муниципал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гов Ульяновской области на по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держку мер по обеспечению сб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лансированности местных бю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95 0 03 72110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620261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507307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280338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95 0 03 72110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620261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507307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280338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Прочие межбюджетные тран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284074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282611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302872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284074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282611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302872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Выра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нивание бюджетной обеспече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 муниципальных районов (городских округов)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184074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202611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печение расходных обязательств, связанных с расчётом и пред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ставлением дотаций на выравн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вание бюджетной обеспеченн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 бюджетам городских, сел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184074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202611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184074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202611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Реги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нальный приоритетный проект 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Поддержка местных инициатив на территории Ульяновской 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2421AC"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там муниципальных образований Ульяновской области в целях софинансирования расходных обязательств, связанных с реал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зацией проектов развития мун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подготовле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на основе местных иници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тив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95 0 04 70420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95 0 04 70420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Избирательная комиссия </w:t>
            </w:r>
            <w:r w:rsidR="00124573"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281061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110211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110211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281061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110211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выб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281061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110211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281061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110211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110211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12810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12810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12810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выборов депутатов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Законодательного Собрания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173267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173267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43763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43763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39084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4676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4676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53883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53637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53854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53637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53637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Агентство государственного строительного и жилищного надзора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74982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47345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54564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54564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54564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54564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74982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54564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67912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54564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Счётная палата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38570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37053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37053</w:t>
            </w:r>
            <w:r w:rsidR="009253AF"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37053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ф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нансовых, налоговых и таможе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и органов финанс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37053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38570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37053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37053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Счётной палаты Ульяновской области и его зам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ститель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5820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32749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31233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31233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ниципальными) органами, казё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31324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29808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29808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</w:t>
            </w:r>
            <w:r w:rsidR="009253AF" w:rsidRPr="00C771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1425</w:t>
            </w:r>
            <w:r w:rsidR="009253AF" w:rsidRPr="00C771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525D" w:rsidRPr="00C771C3" w:rsidTr="009F525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525D" w:rsidRPr="00C771C3" w:rsidRDefault="009F525D" w:rsidP="00C852EB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88277920,82273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81727975,52111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525D" w:rsidRPr="00C771C3" w:rsidRDefault="009F525D" w:rsidP="00C852EB">
            <w:pPr>
              <w:spacing w:line="250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771C3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80771755,39704</w:t>
            </w:r>
          </w:p>
        </w:tc>
      </w:tr>
    </w:tbl>
    <w:p w:rsidR="00405A7B" w:rsidRPr="00C771C3" w:rsidRDefault="00405A7B" w:rsidP="00E725E1">
      <w:pPr>
        <w:rPr>
          <w:rFonts w:ascii="PT Astra Serif" w:hAnsi="PT Astra Serif"/>
          <w:sz w:val="28"/>
          <w:szCs w:val="28"/>
        </w:rPr>
      </w:pPr>
    </w:p>
    <w:p w:rsidR="004C0417" w:rsidRPr="00C771C3" w:rsidRDefault="004C0417" w:rsidP="00E725E1">
      <w:pPr>
        <w:jc w:val="center"/>
        <w:rPr>
          <w:rFonts w:ascii="PT Astra Serif" w:hAnsi="PT Astra Serif"/>
          <w:sz w:val="28"/>
          <w:szCs w:val="28"/>
        </w:rPr>
      </w:pPr>
      <w:r w:rsidRPr="00C771C3">
        <w:rPr>
          <w:rFonts w:ascii="PT Astra Serif" w:hAnsi="PT Astra Serif"/>
          <w:sz w:val="28"/>
          <w:szCs w:val="28"/>
        </w:rPr>
        <w:t>__________________</w:t>
      </w:r>
    </w:p>
    <w:p w:rsidR="00CB0F80" w:rsidRPr="00C771C3" w:rsidRDefault="00CB0F80" w:rsidP="00C771C3">
      <w:pPr>
        <w:rPr>
          <w:rFonts w:ascii="PT Astra Serif" w:hAnsi="PT Astra Serif"/>
          <w:sz w:val="28"/>
          <w:szCs w:val="28"/>
        </w:rPr>
      </w:pPr>
    </w:p>
    <w:sectPr w:rsidR="00CB0F80" w:rsidRPr="00C771C3" w:rsidSect="00824652"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4E" w:rsidRDefault="0072674E">
      <w:r>
        <w:separator/>
      </w:r>
    </w:p>
  </w:endnote>
  <w:endnote w:type="continuationSeparator" w:id="0">
    <w:p w:rsidR="0072674E" w:rsidRDefault="0072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4E" w:rsidRDefault="0072674E">
      <w:r>
        <w:separator/>
      </w:r>
    </w:p>
  </w:footnote>
  <w:footnote w:type="continuationSeparator" w:id="0">
    <w:p w:rsidR="0072674E" w:rsidRDefault="00726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61518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82B89" w:rsidRPr="00824652" w:rsidRDefault="00451B94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24652">
          <w:rPr>
            <w:rFonts w:ascii="PT Astra Serif" w:hAnsi="PT Astra Serif"/>
            <w:sz w:val="28"/>
            <w:szCs w:val="28"/>
          </w:rPr>
          <w:fldChar w:fldCharType="begin"/>
        </w:r>
        <w:r w:rsidR="00582B89" w:rsidRPr="00824652">
          <w:rPr>
            <w:rFonts w:ascii="PT Astra Serif" w:hAnsi="PT Astra Serif"/>
            <w:sz w:val="28"/>
            <w:szCs w:val="28"/>
          </w:rPr>
          <w:instrText>PAGE   \* MERGEFORMAT</w:instrText>
        </w:r>
        <w:r w:rsidRPr="00824652">
          <w:rPr>
            <w:rFonts w:ascii="PT Astra Serif" w:hAnsi="PT Astra Serif"/>
            <w:sz w:val="28"/>
            <w:szCs w:val="28"/>
          </w:rPr>
          <w:fldChar w:fldCharType="separate"/>
        </w:r>
        <w:r w:rsidR="00B3239C">
          <w:rPr>
            <w:rFonts w:ascii="PT Astra Serif" w:hAnsi="PT Astra Serif"/>
            <w:noProof/>
            <w:sz w:val="28"/>
            <w:szCs w:val="28"/>
          </w:rPr>
          <w:t>360</w:t>
        </w:r>
        <w:r w:rsidRPr="00824652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01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21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3DA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7AA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AF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59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2BD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E9C"/>
    <w:rsid w:val="000B5EF4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52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897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C6C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09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363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573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AAE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662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B87"/>
    <w:rsid w:val="00177CA7"/>
    <w:rsid w:val="00177E3E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8E4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3A4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5E0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96B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BF7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58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3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1AC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33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51D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1BB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1FF2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DC1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5B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21F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700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3DD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C43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DAB"/>
    <w:rsid w:val="00307E0E"/>
    <w:rsid w:val="00307EBC"/>
    <w:rsid w:val="00307FB0"/>
    <w:rsid w:val="00307FF9"/>
    <w:rsid w:val="00310207"/>
    <w:rsid w:val="003102E5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4F54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9B1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3FC3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9DC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7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4F07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EC5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5B1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A7B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B94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57FB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E80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982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896"/>
    <w:rsid w:val="00490A37"/>
    <w:rsid w:val="00490B7D"/>
    <w:rsid w:val="00490E25"/>
    <w:rsid w:val="004910CB"/>
    <w:rsid w:val="00491113"/>
    <w:rsid w:val="004913BF"/>
    <w:rsid w:val="00491471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41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42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C78"/>
    <w:rsid w:val="004D3ECD"/>
    <w:rsid w:val="004D40D7"/>
    <w:rsid w:val="004D4229"/>
    <w:rsid w:val="004D4271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4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497"/>
    <w:rsid w:val="0054255F"/>
    <w:rsid w:val="005427CE"/>
    <w:rsid w:val="0054280F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46B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BA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47B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B89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AB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454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002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D53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24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8D0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BC3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A39"/>
    <w:rsid w:val="00651B70"/>
    <w:rsid w:val="00652278"/>
    <w:rsid w:val="006522E6"/>
    <w:rsid w:val="00652320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CE2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36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A68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178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4E"/>
    <w:rsid w:val="00726799"/>
    <w:rsid w:val="00726870"/>
    <w:rsid w:val="007269B1"/>
    <w:rsid w:val="00726B1E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9F9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1FFC"/>
    <w:rsid w:val="00752081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92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A5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52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5F23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52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009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82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0E6F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14D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A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E62"/>
    <w:rsid w:val="00891F20"/>
    <w:rsid w:val="00892080"/>
    <w:rsid w:val="0089209B"/>
    <w:rsid w:val="008921B1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6A4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6B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D7"/>
    <w:rsid w:val="008D02E3"/>
    <w:rsid w:val="008D0771"/>
    <w:rsid w:val="008D08FB"/>
    <w:rsid w:val="008D0966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C9B"/>
    <w:rsid w:val="008F5DA6"/>
    <w:rsid w:val="008F620E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8DA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1D95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1E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AF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065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63"/>
    <w:rsid w:val="00936C1E"/>
    <w:rsid w:val="00936D21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071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296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1F9E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55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78A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51C4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3FFA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46"/>
    <w:rsid w:val="009A6167"/>
    <w:rsid w:val="009A6205"/>
    <w:rsid w:val="009A6687"/>
    <w:rsid w:val="009A691D"/>
    <w:rsid w:val="009A69B4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B94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8B5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25D"/>
    <w:rsid w:val="009F532E"/>
    <w:rsid w:val="009F5357"/>
    <w:rsid w:val="009F53CC"/>
    <w:rsid w:val="009F5677"/>
    <w:rsid w:val="009F577A"/>
    <w:rsid w:val="009F5910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D8E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83A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163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B8B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6B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3B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DAE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45E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1E7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B2C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A36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39C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59D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37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0E5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85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1EAC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2BC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3C9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D4A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A7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11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27FBC"/>
    <w:rsid w:val="00C30091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1D1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37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4D14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1C3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207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2EB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DDB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59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315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61C"/>
    <w:rsid w:val="00CC0626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16E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5F5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98A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0FAD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E0B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AFD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962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6FE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9E4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27"/>
    <w:rsid w:val="00E022E6"/>
    <w:rsid w:val="00E023A7"/>
    <w:rsid w:val="00E0275A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A89"/>
    <w:rsid w:val="00E21C76"/>
    <w:rsid w:val="00E21E52"/>
    <w:rsid w:val="00E22258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672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D4A"/>
    <w:rsid w:val="00E34FA4"/>
    <w:rsid w:val="00E34FDB"/>
    <w:rsid w:val="00E34FFB"/>
    <w:rsid w:val="00E35243"/>
    <w:rsid w:val="00E352BE"/>
    <w:rsid w:val="00E35492"/>
    <w:rsid w:val="00E357F3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199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5F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14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ADE"/>
    <w:rsid w:val="00E71B4B"/>
    <w:rsid w:val="00E71C65"/>
    <w:rsid w:val="00E71E10"/>
    <w:rsid w:val="00E71EA1"/>
    <w:rsid w:val="00E721E1"/>
    <w:rsid w:val="00E7251D"/>
    <w:rsid w:val="00E725E1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291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15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97E4B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092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4C8C"/>
    <w:rsid w:val="00EC518B"/>
    <w:rsid w:val="00EC522A"/>
    <w:rsid w:val="00EC5432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97F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3F50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8FD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50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2F63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A34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C23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6B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37A5"/>
    <w:rsid w:val="00F33FB2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51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CF6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8D8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BCE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574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21691-4B2B-451E-9E6D-09DEA8E0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241</TotalTime>
  <Pages>389</Pages>
  <Words>52824</Words>
  <Characters>347936</Characters>
  <Application>Microsoft Office Word</Application>
  <DocSecurity>0</DocSecurity>
  <Lines>2899</Lines>
  <Paragraphs>799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399961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U60</cp:lastModifiedBy>
  <cp:revision>33</cp:revision>
  <cp:lastPrinted>2022-11-03T10:49:00Z</cp:lastPrinted>
  <dcterms:created xsi:type="dcterms:W3CDTF">2022-10-28T12:04:00Z</dcterms:created>
  <dcterms:modified xsi:type="dcterms:W3CDTF">2022-11-03T11:32:00Z</dcterms:modified>
</cp:coreProperties>
</file>